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055FCF" w14:textId="18879D7F" w:rsidR="004B02D6" w:rsidRPr="00A21EC0" w:rsidRDefault="004B02D6" w:rsidP="004B02D6">
      <w:pPr>
        <w:spacing w:after="0" w:line="240" w:lineRule="auto"/>
        <w:rPr>
          <w:b/>
          <w:bCs/>
        </w:rPr>
      </w:pPr>
      <w:r>
        <w:rPr>
          <w:b/>
          <w:bCs/>
        </w:rPr>
        <w:t>Kontakt:</w:t>
      </w:r>
      <w:r>
        <w:rPr>
          <w:b/>
          <w:bCs/>
        </w:rPr>
        <w:br/>
      </w:r>
      <w:r w:rsidRPr="00B44E0B">
        <w:t>Caroline Gabbert</w:t>
      </w:r>
      <w:r>
        <w:rPr>
          <w:b/>
          <w:bCs/>
        </w:rPr>
        <w:br/>
      </w:r>
      <w:r w:rsidRPr="00B44E0B">
        <w:rPr>
          <w:rFonts w:eastAsiaTheme="minorEastAsia" w:cstheme="minorHAnsi"/>
          <w:noProof/>
          <w:lang w:eastAsia="de-DE"/>
        </w:rPr>
        <w:t>Tel.: +49 (0)306293963-22</w:t>
      </w:r>
      <w:r>
        <w:rPr>
          <w:b/>
          <w:bCs/>
        </w:rPr>
        <w:br/>
      </w:r>
      <w:r w:rsidR="00745BFA">
        <w:rPr>
          <w:rFonts w:eastAsiaTheme="minorEastAsia" w:cstheme="minorHAnsi"/>
          <w:noProof/>
          <w:lang w:eastAsia="de-DE"/>
        </w:rPr>
        <w:t>presse</w:t>
      </w:r>
      <w:r w:rsidRPr="00745BFA">
        <w:rPr>
          <w:rFonts w:eastAsiaTheme="minorEastAsia" w:cstheme="minorHAnsi"/>
          <w:noProof/>
          <w:lang w:eastAsia="de-DE"/>
        </w:rPr>
        <w:t>@imc-tm.de</w:t>
      </w:r>
    </w:p>
    <w:p w14:paraId="50394C3C" w14:textId="77777777" w:rsidR="004B02D6" w:rsidRDefault="004B02D6" w:rsidP="004B02D6">
      <w:pPr>
        <w:pStyle w:val="berschrift1"/>
        <w:rPr>
          <w:rStyle w:val="Fett"/>
          <w:color w:val="auto"/>
        </w:rPr>
      </w:pPr>
    </w:p>
    <w:p w14:paraId="412E70F0" w14:textId="77777777" w:rsidR="004B02D6" w:rsidRPr="004B02D6" w:rsidRDefault="004B02D6" w:rsidP="004B02D6">
      <w:pPr>
        <w:pStyle w:val="berschrift1"/>
        <w:rPr>
          <w:rStyle w:val="Fett"/>
          <w:rFonts w:ascii="Rubik SemiBold" w:hAnsi="Rubik SemiBold" w:cs="Rubik SemiBold"/>
          <w:b w:val="0"/>
          <w:bCs w:val="0"/>
          <w:color w:val="auto"/>
        </w:rPr>
      </w:pPr>
      <w:r w:rsidRPr="004B02D6">
        <w:rPr>
          <w:rStyle w:val="Fett"/>
          <w:rFonts w:ascii="Rubik SemiBold" w:hAnsi="Rubik SemiBold" w:cs="Rubik SemiBold"/>
          <w:b w:val="0"/>
          <w:bCs w:val="0"/>
          <w:color w:val="auto"/>
        </w:rPr>
        <w:t>PRESSEMITTEILUNG</w:t>
      </w:r>
    </w:p>
    <w:p w14:paraId="2DAF8A8B" w14:textId="77777777" w:rsidR="004B02D6" w:rsidRPr="009C45ED" w:rsidRDefault="004B02D6" w:rsidP="004B02D6"/>
    <w:p w14:paraId="4262CACA" w14:textId="5D2B4901" w:rsidR="004B02D6" w:rsidRPr="009C45ED" w:rsidRDefault="00745BFA" w:rsidP="004B02D6">
      <w:pPr>
        <w:pStyle w:val="berschrift1"/>
        <w:rPr>
          <w:b/>
          <w:bCs/>
          <w:color w:val="auto"/>
        </w:rPr>
      </w:pPr>
      <w:r w:rsidRPr="00745BFA">
        <w:rPr>
          <w:b/>
          <w:bCs/>
          <w:color w:val="auto"/>
        </w:rPr>
        <w:t xml:space="preserve">imc Test &amp; Measurement erweitert das </w:t>
      </w:r>
      <w:proofErr w:type="spellStart"/>
      <w:r w:rsidRPr="00745BFA">
        <w:rPr>
          <w:b/>
          <w:bCs/>
          <w:color w:val="auto"/>
        </w:rPr>
        <w:t>ARGUSfit</w:t>
      </w:r>
      <w:proofErr w:type="spellEnd"/>
      <w:r w:rsidRPr="00745BFA">
        <w:rPr>
          <w:b/>
          <w:bCs/>
          <w:color w:val="auto"/>
        </w:rPr>
        <w:t xml:space="preserve"> Messsystem um neue Module</w:t>
      </w:r>
    </w:p>
    <w:p w14:paraId="2709027D" w14:textId="6E732D80" w:rsidR="004B02D6" w:rsidRDefault="00745BFA" w:rsidP="00745BFA">
      <w:pPr>
        <w:pStyle w:val="berschrift2"/>
        <w:rPr>
          <w:b/>
          <w:bCs/>
          <w:color w:val="auto"/>
        </w:rPr>
      </w:pPr>
      <w:r w:rsidRPr="00745BFA">
        <w:rPr>
          <w:b/>
          <w:bCs/>
          <w:color w:val="auto"/>
        </w:rPr>
        <w:t xml:space="preserve">Skalierbare und umfassende Datenerfassung für </w:t>
      </w:r>
      <w:r w:rsidR="003B4EAD">
        <w:rPr>
          <w:b/>
          <w:bCs/>
          <w:color w:val="auto"/>
        </w:rPr>
        <w:t>mobile und stationäre Tests</w:t>
      </w:r>
    </w:p>
    <w:p w14:paraId="32B62B58" w14:textId="77777777" w:rsidR="00745BFA" w:rsidRPr="00745BFA" w:rsidRDefault="00745BFA" w:rsidP="00745BFA"/>
    <w:p w14:paraId="0281050C" w14:textId="665965F7" w:rsidR="00745BFA" w:rsidRPr="00745BFA" w:rsidRDefault="00745BFA" w:rsidP="00745BFA">
      <w:pPr>
        <w:rPr>
          <w:b/>
          <w:bCs/>
        </w:rPr>
      </w:pPr>
      <w:r w:rsidRPr="00745BFA">
        <w:rPr>
          <w:b/>
          <w:bCs/>
        </w:rPr>
        <w:t xml:space="preserve">Berlin (Deutschland), 6. Oktober 2025 – imc Test &amp; Measurement, eine Marke des Messtechnikunternehmens </w:t>
      </w:r>
      <w:proofErr w:type="spellStart"/>
      <w:r w:rsidRPr="00745BFA">
        <w:rPr>
          <w:b/>
          <w:bCs/>
        </w:rPr>
        <w:t>Axiometrix</w:t>
      </w:r>
      <w:proofErr w:type="spellEnd"/>
      <w:r w:rsidRPr="00745BFA">
        <w:rPr>
          <w:b/>
          <w:bCs/>
        </w:rPr>
        <w:t xml:space="preserve"> Solutions, gibt die Einführung von vier neuen Messmodulen für das modulare und ultra-kompakte Messsystem imc </w:t>
      </w:r>
      <w:proofErr w:type="spellStart"/>
      <w:r w:rsidRPr="00745BFA">
        <w:rPr>
          <w:b/>
          <w:bCs/>
        </w:rPr>
        <w:t>ARGUSfit</w:t>
      </w:r>
      <w:proofErr w:type="spellEnd"/>
      <w:r w:rsidRPr="00745BFA">
        <w:rPr>
          <w:b/>
          <w:bCs/>
        </w:rPr>
        <w:t xml:space="preserve"> bekannt. Das System, das sich durch sein flexibles Gesamtkonzept den wandelnden Anforderungen im Fahrzeug- und Komponenten-Test anpasst, unterstützt nun ein noch breiteres Anwendungsspektrum. Die neuen Module, darunter </w:t>
      </w:r>
      <w:r>
        <w:rPr>
          <w:b/>
          <w:bCs/>
        </w:rPr>
        <w:t xml:space="preserve">ein </w:t>
      </w:r>
      <w:r w:rsidRPr="00745BFA">
        <w:rPr>
          <w:b/>
          <w:bCs/>
        </w:rPr>
        <w:t xml:space="preserve">Basismodul </w:t>
      </w:r>
      <w:r>
        <w:rPr>
          <w:b/>
          <w:bCs/>
        </w:rPr>
        <w:t xml:space="preserve">mit </w:t>
      </w:r>
      <w:r w:rsidRPr="00745BFA">
        <w:rPr>
          <w:b/>
          <w:bCs/>
        </w:rPr>
        <w:t xml:space="preserve">WLAN-Schnittstelle, das Zählermodul </w:t>
      </w:r>
      <w:proofErr w:type="spellStart"/>
      <w:r w:rsidRPr="00745BFA">
        <w:rPr>
          <w:b/>
          <w:bCs/>
        </w:rPr>
        <w:t>ARGUSfit</w:t>
      </w:r>
      <w:proofErr w:type="spellEnd"/>
      <w:r w:rsidRPr="00745BFA">
        <w:rPr>
          <w:b/>
          <w:bCs/>
        </w:rPr>
        <w:t xml:space="preserve"> ENC-6, das Temperaturmodul imc </w:t>
      </w:r>
      <w:proofErr w:type="spellStart"/>
      <w:r w:rsidRPr="00745BFA">
        <w:rPr>
          <w:b/>
          <w:bCs/>
        </w:rPr>
        <w:t>ARGUSfit</w:t>
      </w:r>
      <w:proofErr w:type="spellEnd"/>
      <w:r w:rsidRPr="00745BFA">
        <w:rPr>
          <w:b/>
          <w:bCs/>
        </w:rPr>
        <w:t xml:space="preserve"> T-10 und das Modul imc </w:t>
      </w:r>
      <w:proofErr w:type="spellStart"/>
      <w:r w:rsidRPr="00745BFA">
        <w:rPr>
          <w:b/>
          <w:bCs/>
        </w:rPr>
        <w:t>ARGUSfit</w:t>
      </w:r>
      <w:proofErr w:type="spellEnd"/>
      <w:r w:rsidRPr="00745BFA">
        <w:rPr>
          <w:b/>
          <w:bCs/>
        </w:rPr>
        <w:t xml:space="preserve"> DI-16 für digitale </w:t>
      </w:r>
      <w:r>
        <w:rPr>
          <w:b/>
          <w:bCs/>
        </w:rPr>
        <w:t>Signalverarbeitung</w:t>
      </w:r>
      <w:r w:rsidRPr="00745BFA">
        <w:rPr>
          <w:b/>
          <w:bCs/>
        </w:rPr>
        <w:t xml:space="preserve">, vervollständigen nun das Spektrum der unterstützten </w:t>
      </w:r>
      <w:proofErr w:type="spellStart"/>
      <w:r w:rsidRPr="00745BFA">
        <w:rPr>
          <w:b/>
          <w:bCs/>
        </w:rPr>
        <w:t>Messmodi</w:t>
      </w:r>
      <w:proofErr w:type="spellEnd"/>
      <w:r w:rsidRPr="00745BFA">
        <w:rPr>
          <w:b/>
          <w:bCs/>
        </w:rPr>
        <w:t>, Funktionen und Signalverarbeitungsmöglichkeiten, die für mobile Test</w:t>
      </w:r>
      <w:r>
        <w:rPr>
          <w:b/>
          <w:bCs/>
        </w:rPr>
        <w:t>s</w:t>
      </w:r>
      <w:r w:rsidRPr="00745BFA">
        <w:rPr>
          <w:b/>
          <w:bCs/>
        </w:rPr>
        <w:t xml:space="preserve"> und </w:t>
      </w:r>
      <w:proofErr w:type="spellStart"/>
      <w:r w:rsidRPr="00745BFA">
        <w:rPr>
          <w:b/>
          <w:bCs/>
        </w:rPr>
        <w:t>Prüfstandsanwendungen</w:t>
      </w:r>
      <w:proofErr w:type="spellEnd"/>
      <w:r w:rsidRPr="00745BFA">
        <w:rPr>
          <w:b/>
          <w:bCs/>
        </w:rPr>
        <w:t xml:space="preserve"> relevant sind.</w:t>
      </w:r>
    </w:p>
    <w:p w14:paraId="2AAB5927" w14:textId="77777777" w:rsidR="00745BFA" w:rsidRPr="00745BFA" w:rsidRDefault="00745BFA" w:rsidP="00745BFA">
      <w:r w:rsidRPr="00745BFA">
        <w:t xml:space="preserve">Von der Automobil- und Luftfahrtindustrie über den Schienenverkehr bis hin zu </w:t>
      </w:r>
      <w:proofErr w:type="spellStart"/>
      <w:r w:rsidRPr="00745BFA">
        <w:t>eVTOL</w:t>
      </w:r>
      <w:proofErr w:type="spellEnd"/>
      <w:r w:rsidRPr="00745BFA">
        <w:t xml:space="preserve"> und Schwerlastmaschinen sehen sich Ingenieure in den Bereichen F&amp;E, Zertifizierung und Monitoring mit immer komplexeren Testanforderungen konfrontiert. Das imc </w:t>
      </w:r>
      <w:proofErr w:type="spellStart"/>
      <w:r w:rsidRPr="00745BFA">
        <w:t>ARGUSfit</w:t>
      </w:r>
      <w:proofErr w:type="spellEnd"/>
      <w:r w:rsidRPr="00745BFA">
        <w:t xml:space="preserve"> Messsystem bietet dafür präzise, skalierbare und mobile Messlösungen, die sich an jedes Szenario anpassen lassen.</w:t>
      </w:r>
    </w:p>
    <w:p w14:paraId="3B5F5F88" w14:textId="3C91E90D" w:rsidR="00EB5DD1" w:rsidRPr="00EB5DD1" w:rsidRDefault="00745BFA" w:rsidP="00EB5DD1">
      <w:pPr>
        <w:ind w:left="708"/>
      </w:pPr>
      <w:r w:rsidRPr="00EB5DD1">
        <w:t>„</w:t>
      </w:r>
      <w:proofErr w:type="spellStart"/>
      <w:r w:rsidRPr="00EB5DD1">
        <w:t>ARGUSfit</w:t>
      </w:r>
      <w:proofErr w:type="spellEnd"/>
      <w:r w:rsidRPr="00EB5DD1">
        <w:t xml:space="preserve"> wurde für Ingenieure entwickelt, die zuverlässige Daten benötigen, wann und wo immer es darauf ankommt“, sagt Martin Riedel, Strategic </w:t>
      </w:r>
      <w:proofErr w:type="spellStart"/>
      <w:r w:rsidRPr="00EB5DD1">
        <w:t>Product</w:t>
      </w:r>
      <w:proofErr w:type="spellEnd"/>
      <w:r w:rsidRPr="00EB5DD1">
        <w:t xml:space="preserve"> Manager bei imc Test &amp; Measurement. „Es ist eine Komplettlösung, die mit den Testanforderungen mitwächst - egal, ob ein Ingenieur im Labor, </w:t>
      </w:r>
      <w:r w:rsidR="00EB5DD1">
        <w:t xml:space="preserve">an der Teststrecke </w:t>
      </w:r>
      <w:r w:rsidRPr="00EB5DD1">
        <w:t>oder im Außendienst arbeitet.“</w:t>
      </w:r>
    </w:p>
    <w:p w14:paraId="7B75F1BE" w14:textId="77777777" w:rsidR="00EB5DD1" w:rsidRDefault="00EB5DD1">
      <w:pPr>
        <w:spacing w:after="0" w:line="240" w:lineRule="auto"/>
        <w:rPr>
          <w:b/>
          <w:bCs/>
        </w:rPr>
      </w:pPr>
      <w:r>
        <w:rPr>
          <w:b/>
          <w:bCs/>
        </w:rPr>
        <w:br w:type="page"/>
      </w:r>
    </w:p>
    <w:p w14:paraId="4BA7974D" w14:textId="45DE47D1" w:rsidR="00EB5DD1" w:rsidRDefault="00EB5DD1" w:rsidP="00745BFA">
      <w:pPr>
        <w:rPr>
          <w:b/>
          <w:bCs/>
        </w:rPr>
      </w:pPr>
      <w:r w:rsidRPr="00EB5DD1">
        <w:rPr>
          <w:b/>
          <w:bCs/>
        </w:rPr>
        <w:lastRenderedPageBreak/>
        <w:t xml:space="preserve">Entwickelt für </w:t>
      </w:r>
      <w:r>
        <w:rPr>
          <w:b/>
          <w:bCs/>
        </w:rPr>
        <w:t xml:space="preserve">präzise </w:t>
      </w:r>
      <w:r w:rsidRPr="00EB5DD1">
        <w:rPr>
          <w:b/>
          <w:bCs/>
        </w:rPr>
        <w:t>Messdatenerfassung, ausgelegt für Flexibilität und Skalierbarkeit</w:t>
      </w:r>
    </w:p>
    <w:p w14:paraId="2E9C8CD4" w14:textId="77777777" w:rsidR="00EB5DD1" w:rsidRDefault="00EB5DD1" w:rsidP="00745BFA">
      <w:r>
        <w:t xml:space="preserve">Im Gegensatz zu herkömmlichen DAQ-Systemen kombiniert imc </w:t>
      </w:r>
      <w:proofErr w:type="spellStart"/>
      <w:r>
        <w:t>ARGUSfit</w:t>
      </w:r>
      <w:proofErr w:type="spellEnd"/>
      <w:r>
        <w:t xml:space="preserve"> ein robustes, kompaktes Design mit niedrigem Stromverbrauch und ermöglicht so echte Mobilität, da sogar eine handelsübliche Powerbank für den Betrieb ausreicht</w:t>
      </w:r>
      <w:r w:rsidRPr="00EB5DD1">
        <w:t>. Die modulare Architektur und die sensornahen Module gewährleisten eine herausragende Signalqualität bei minimalem Verkabelungsaufwand. Drahtlose Konnektivität und IoT-Messaging-Funktionen (MQTT) öffnen die Tür zu Fernüberwachung und cloudbasierten Dashboards, sodass Benutzer von jedem Ort aus auf Daten zugreifen und Systeme überwachen können.</w:t>
      </w:r>
    </w:p>
    <w:p w14:paraId="669682FA" w14:textId="77777777" w:rsidR="00137A33" w:rsidRPr="00137A33" w:rsidRDefault="00137A33" w:rsidP="00137A33">
      <w:pPr>
        <w:rPr>
          <w:b/>
          <w:bCs/>
        </w:rPr>
      </w:pPr>
      <w:r w:rsidRPr="00137A33">
        <w:rPr>
          <w:b/>
          <w:bCs/>
        </w:rPr>
        <w:t>Die wichtigsten Merkmale im Überblick:</w:t>
      </w:r>
    </w:p>
    <w:p w14:paraId="18118DE3" w14:textId="77777777" w:rsidR="00137A33" w:rsidRDefault="00137A33" w:rsidP="00137A33">
      <w:pPr>
        <w:pStyle w:val="Listenabsatz"/>
        <w:numPr>
          <w:ilvl w:val="0"/>
          <w:numId w:val="2"/>
        </w:numPr>
      </w:pPr>
      <w:r w:rsidRPr="00137A33">
        <w:t>Modulare, verteilte DAQ-Architektur für flexiblen Einsatz</w:t>
      </w:r>
    </w:p>
    <w:p w14:paraId="10869BB1" w14:textId="21323F4D" w:rsidR="00137A33" w:rsidRDefault="00137A33" w:rsidP="00137A33">
      <w:pPr>
        <w:pStyle w:val="Listenabsatz"/>
        <w:numPr>
          <w:ilvl w:val="0"/>
          <w:numId w:val="2"/>
        </w:numPr>
      </w:pPr>
      <w:r w:rsidRPr="00137A33">
        <w:rPr>
          <w:b/>
          <w:bCs/>
        </w:rPr>
        <w:t>Neue Module im Oktober 2025</w:t>
      </w:r>
      <w:r w:rsidRPr="00137A33">
        <w:t xml:space="preserve"> für drahtlosen Zugriff und Datenübertragung, Tests mit rotierenden Maschinen, Temperaturprofilierung und digitale Signalerfassung </w:t>
      </w:r>
      <w:r w:rsidR="00697459" w:rsidRPr="00697459">
        <w:t xml:space="preserve">sowie die neueste Mess-Software imc STUDIO, die in einem Komplettpaket enthalten ist, </w:t>
      </w:r>
      <w:proofErr w:type="gramStart"/>
      <w:r w:rsidR="00697459" w:rsidRPr="00697459">
        <w:t>das</w:t>
      </w:r>
      <w:proofErr w:type="gramEnd"/>
      <w:r w:rsidR="00697459" w:rsidRPr="00697459">
        <w:t xml:space="preserve"> auch die Datenanalyse-Software imc FAMOS umfasst</w:t>
      </w:r>
      <w:r w:rsidR="00697459">
        <w:t>.</w:t>
      </w:r>
    </w:p>
    <w:p w14:paraId="2F67116C" w14:textId="1E298CC4" w:rsidR="00137A33" w:rsidRDefault="00137A33" w:rsidP="00137A33">
      <w:pPr>
        <w:pStyle w:val="Listenabsatz"/>
        <w:numPr>
          <w:ilvl w:val="0"/>
          <w:numId w:val="2"/>
        </w:numPr>
      </w:pPr>
      <w:r w:rsidRPr="00137A33">
        <w:rPr>
          <w:b/>
          <w:bCs/>
        </w:rPr>
        <w:t>Die neue Basiseinheit mit integrierter WLAN-Konnektivität</w:t>
      </w:r>
      <w:r w:rsidRPr="00137A33">
        <w:t xml:space="preserve"> </w:t>
      </w:r>
      <w:r w:rsidR="00697459" w:rsidRPr="00697459">
        <w:t>ist eine kompakte, stromsparende Lösung. Diese ermöglicht einen einfachen drahtlosen Zugang für mobile und für Außenanwendungen. Dies kann besonders nützlich bei der IoT/IT-Integration über MQTT sein, bei einer lokal unabhängigen Statusüberwachung von entfernt installierten Messsystemen.</w:t>
      </w:r>
    </w:p>
    <w:p w14:paraId="693CF3C9" w14:textId="12C3221C" w:rsidR="00137A33" w:rsidRDefault="00137A33" w:rsidP="00137A33">
      <w:pPr>
        <w:pStyle w:val="Listenabsatz"/>
        <w:numPr>
          <w:ilvl w:val="0"/>
          <w:numId w:val="2"/>
        </w:numPr>
      </w:pPr>
      <w:r w:rsidRPr="00137A33">
        <w:rPr>
          <w:b/>
          <w:bCs/>
        </w:rPr>
        <w:t>Das neue Zählermodul ENC-6</w:t>
      </w:r>
      <w:r w:rsidRPr="00137A33">
        <w:t xml:space="preserve"> </w:t>
      </w:r>
      <w:r w:rsidR="00697459" w:rsidRPr="00697459">
        <w:t xml:space="preserve">bietet präzise pulsbasierte Messungen (Drehzahl, Frequenz, Winkel, Weg, PWM, Zeit-/Phasenmodi) mit umfassender analoger Signalaufbereitung durch Differenzeingang, Filter und einstellbare Schwellenwerte für maximale Robustheit und Kompatibilität mit jeglichen Sensoren, auch einfacher Art, ohne saubere </w:t>
      </w:r>
      <w:proofErr w:type="gramStart"/>
      <w:r w:rsidR="00697459" w:rsidRPr="00697459">
        <w:t>TTL Signale</w:t>
      </w:r>
      <w:proofErr w:type="gramEnd"/>
      <w:r w:rsidR="00697459" w:rsidRPr="00697459">
        <w:t>.</w:t>
      </w:r>
    </w:p>
    <w:p w14:paraId="6F6254AC" w14:textId="18BD8D06" w:rsidR="00137A33" w:rsidRDefault="00137A33" w:rsidP="00137A33">
      <w:pPr>
        <w:pStyle w:val="Listenabsatz"/>
        <w:numPr>
          <w:ilvl w:val="0"/>
          <w:numId w:val="2"/>
        </w:numPr>
      </w:pPr>
      <w:r w:rsidRPr="00137A33">
        <w:rPr>
          <w:b/>
          <w:bCs/>
        </w:rPr>
        <w:t>Das neue Temperaturmodul T-10</w:t>
      </w:r>
      <w:r w:rsidRPr="00137A33">
        <w:t xml:space="preserve"> </w:t>
      </w:r>
      <w:r w:rsidR="00EB2397" w:rsidRPr="00A27964">
        <w:t>ist ein universelles 10-Kanal-Modul für die verteilte Temperaturmessung, das etwa eine detaillierte thermische Analyse von Prüflingen unter Belastung/Beanspruchung erlaubt. Hochgeschwindigkeits-Systembusintegration und Möglichkeiten zum Glasfaseranschluss erlauben perfekt angepasste Kombination mit anderen schnellen Messgrößen und räumlich verteilte Installationen.</w:t>
      </w:r>
    </w:p>
    <w:p w14:paraId="303A14C1" w14:textId="13D47775" w:rsidR="00137A33" w:rsidRPr="00137A33" w:rsidRDefault="00137A33" w:rsidP="00EB2397">
      <w:pPr>
        <w:numPr>
          <w:ilvl w:val="0"/>
          <w:numId w:val="2"/>
        </w:numPr>
        <w:spacing w:line="278" w:lineRule="auto"/>
      </w:pPr>
      <w:r w:rsidRPr="00137A33">
        <w:rPr>
          <w:b/>
          <w:bCs/>
        </w:rPr>
        <w:t>Das neue digitale Eingangsmodul DI-16</w:t>
      </w:r>
      <w:r w:rsidRPr="00137A33">
        <w:t xml:space="preserve"> </w:t>
      </w:r>
      <w:r w:rsidR="00EB2397" w:rsidRPr="00A27964">
        <w:t>bietet eine flexible 16-Kanal-Lösung für die Überwachung und Erfassung von Zustandssignalen, die für elektronische, industrielle und automobile Pegel-Standards konfigurierbar ist und sowohl bitweise als auch portorientiert betrieben werden kann.</w:t>
      </w:r>
    </w:p>
    <w:p w14:paraId="3F3B09E1" w14:textId="77777777" w:rsidR="00137A33" w:rsidRPr="00137A33" w:rsidRDefault="00137A33" w:rsidP="00137A33">
      <w:pPr>
        <w:rPr>
          <w:b/>
          <w:bCs/>
        </w:rPr>
      </w:pPr>
      <w:r w:rsidRPr="00137A33">
        <w:rPr>
          <w:b/>
          <w:bCs/>
        </w:rPr>
        <w:t>Eine komplette, umfassende Testumgebung</w:t>
      </w:r>
    </w:p>
    <w:p w14:paraId="598CB7F5" w14:textId="77777777" w:rsidR="000812CC" w:rsidRDefault="000812CC" w:rsidP="00137A33">
      <w:r w:rsidRPr="000812CC">
        <w:t xml:space="preserve">imc </w:t>
      </w:r>
      <w:proofErr w:type="spellStart"/>
      <w:r w:rsidRPr="000812CC">
        <w:t>ARGUSfit</w:t>
      </w:r>
      <w:proofErr w:type="spellEnd"/>
      <w:r w:rsidRPr="000812CC">
        <w:t xml:space="preserve"> ist mehr als nur ein Messsystem – es bietet eine vollständige Testumgebung. In Kombination mit imc STUDIO erhalten Ingenieure intuitiv Kontrolle über die Systemkonfiguration, Datenerfassung, Visualisierung und Workflow-Automatisierung. Die Datenanalyse wird von imc FAMOS unterstützt, das professionelle Analysealgorithmen und Präsentationswerkzeuge bietet, sowie eine neu eingeführte KI-Unterstützung.</w:t>
      </w:r>
    </w:p>
    <w:p w14:paraId="2162BDED" w14:textId="77777777" w:rsidR="00A93B2C" w:rsidRDefault="00A93B2C">
      <w:pPr>
        <w:spacing w:after="0" w:line="240" w:lineRule="auto"/>
        <w:rPr>
          <w:b/>
          <w:bCs/>
        </w:rPr>
      </w:pPr>
      <w:r>
        <w:rPr>
          <w:b/>
          <w:bCs/>
        </w:rPr>
        <w:br w:type="page"/>
      </w:r>
    </w:p>
    <w:p w14:paraId="544E178F" w14:textId="618A3B6B" w:rsidR="00137A33" w:rsidRPr="00137A33" w:rsidRDefault="00A93B2C" w:rsidP="00137A33">
      <w:pPr>
        <w:rPr>
          <w:b/>
          <w:bCs/>
        </w:rPr>
      </w:pPr>
      <w:r>
        <w:rPr>
          <w:b/>
          <w:bCs/>
        </w:rPr>
        <w:t>Typische Testanwendungen</w:t>
      </w:r>
      <w:r w:rsidR="00137A33" w:rsidRPr="00137A33">
        <w:rPr>
          <w:b/>
          <w:bCs/>
        </w:rPr>
        <w:t>:</w:t>
      </w:r>
    </w:p>
    <w:p w14:paraId="7E033847" w14:textId="77777777" w:rsidR="000812CC" w:rsidRDefault="000812CC" w:rsidP="000812CC">
      <w:pPr>
        <w:pStyle w:val="Listenabsatz"/>
        <w:numPr>
          <w:ilvl w:val="0"/>
          <w:numId w:val="4"/>
        </w:numPr>
      </w:pPr>
      <w:r>
        <w:t>Fahrzeugtests, einschließlich mobiler „</w:t>
      </w:r>
      <w:proofErr w:type="spellStart"/>
      <w:r>
        <w:t>Roadload</w:t>
      </w:r>
      <w:proofErr w:type="spellEnd"/>
      <w:r>
        <w:t xml:space="preserve"> </w:t>
      </w:r>
      <w:proofErr w:type="spellStart"/>
      <w:r>
        <w:t>data</w:t>
      </w:r>
      <w:proofErr w:type="spellEnd"/>
      <w:r>
        <w:t xml:space="preserve">“-Erfassung, Betriebsfestigkeits- (Fatigue) und </w:t>
      </w:r>
      <w:proofErr w:type="spellStart"/>
      <w:r>
        <w:t>Durability</w:t>
      </w:r>
      <w:proofErr w:type="spellEnd"/>
      <w:r>
        <w:t>-Tests.</w:t>
      </w:r>
    </w:p>
    <w:p w14:paraId="3E0E1617" w14:textId="77777777" w:rsidR="000812CC" w:rsidRDefault="000812CC" w:rsidP="000812CC">
      <w:pPr>
        <w:pStyle w:val="Listenabsatz"/>
        <w:numPr>
          <w:ilvl w:val="0"/>
          <w:numId w:val="4"/>
        </w:numPr>
      </w:pPr>
      <w:r>
        <w:t>Diagnose- und „Trouble-Shooting“ Missionen</w:t>
      </w:r>
    </w:p>
    <w:p w14:paraId="05B63933" w14:textId="77777777" w:rsidR="000812CC" w:rsidRDefault="000812CC" w:rsidP="000812CC">
      <w:pPr>
        <w:pStyle w:val="Listenabsatz"/>
        <w:numPr>
          <w:ilvl w:val="0"/>
          <w:numId w:val="4"/>
        </w:numPr>
      </w:pPr>
      <w:r>
        <w:t>Mobile Tests mit kompakter Installation der Messtechnik</w:t>
      </w:r>
    </w:p>
    <w:p w14:paraId="1DD295EC" w14:textId="77777777" w:rsidR="000812CC" w:rsidRDefault="000812CC" w:rsidP="000812CC">
      <w:pPr>
        <w:pStyle w:val="Listenabsatz"/>
        <w:numPr>
          <w:ilvl w:val="0"/>
          <w:numId w:val="4"/>
        </w:numPr>
      </w:pPr>
      <w:r>
        <w:t>Zustandsüberwachung über Web-Dashboards</w:t>
      </w:r>
    </w:p>
    <w:p w14:paraId="18FBC124" w14:textId="77777777" w:rsidR="000812CC" w:rsidRDefault="000812CC" w:rsidP="000812CC">
      <w:pPr>
        <w:pStyle w:val="Listenabsatz"/>
        <w:numPr>
          <w:ilvl w:val="0"/>
          <w:numId w:val="4"/>
        </w:numPr>
      </w:pPr>
      <w:proofErr w:type="spellStart"/>
      <w:r>
        <w:t>Standalone</w:t>
      </w:r>
      <w:proofErr w:type="spellEnd"/>
      <w:r>
        <w:t>-Monitoring mit Autostart-Funktion</w:t>
      </w:r>
    </w:p>
    <w:p w14:paraId="1C550446" w14:textId="77777777" w:rsidR="000812CC" w:rsidRDefault="000812CC" w:rsidP="000812CC">
      <w:pPr>
        <w:pStyle w:val="Listenabsatz"/>
        <w:numPr>
          <w:ilvl w:val="0"/>
          <w:numId w:val="4"/>
        </w:numPr>
      </w:pPr>
      <w:r>
        <w:t>Monitoring an Maschinen- und Anlagen</w:t>
      </w:r>
    </w:p>
    <w:p w14:paraId="307E2437" w14:textId="0D2D424C" w:rsidR="00137A33" w:rsidRPr="000812CC" w:rsidRDefault="00137A33" w:rsidP="000812CC">
      <w:r w:rsidRPr="000812CC">
        <w:rPr>
          <w:b/>
          <w:bCs/>
        </w:rPr>
        <w:t>Ein neuer Standard im Fahrzeugtest</w:t>
      </w:r>
    </w:p>
    <w:p w14:paraId="72400CF2" w14:textId="77777777" w:rsidR="00137A33" w:rsidRPr="00137A33" w:rsidRDefault="00137A33" w:rsidP="00137A33">
      <w:pPr>
        <w:ind w:left="708"/>
      </w:pPr>
      <w:r w:rsidRPr="00137A33">
        <w:t xml:space="preserve">„Von der Prüfung autonomer Fahrzeuge bis zur Fernüberwachung an Maschinen und Anlagen - imc </w:t>
      </w:r>
      <w:proofErr w:type="spellStart"/>
      <w:r w:rsidRPr="00137A33">
        <w:t>ARGUSfit</w:t>
      </w:r>
      <w:proofErr w:type="spellEnd"/>
      <w:r w:rsidRPr="00137A33">
        <w:t xml:space="preserve"> ist für die Zukunft der Mobilität und Messtechnik konzipiert. Es ist nicht nur ein Messsystem, sondern eine flexible Plattform, die sich an jede Aufgabe, jeden Standort und jede zukünftige Innovation anpassen lässt“, sagt Jan Baldauf, General Manager bei imc Test &amp; Measurement.</w:t>
      </w:r>
    </w:p>
    <w:p w14:paraId="08CDD228" w14:textId="3A01969E" w:rsidR="004B02D6" w:rsidRPr="00FC7162" w:rsidRDefault="00137A33" w:rsidP="00137A33">
      <w:r w:rsidRPr="00137A33">
        <w:t xml:space="preserve">Weitere Informationen </w:t>
      </w:r>
      <w:r w:rsidR="00A93B2C">
        <w:t xml:space="preserve">zu den neuen </w:t>
      </w:r>
      <w:proofErr w:type="spellStart"/>
      <w:r w:rsidR="00A93B2C">
        <w:t>ARGUSfit</w:t>
      </w:r>
      <w:proofErr w:type="spellEnd"/>
      <w:r w:rsidR="00A93B2C">
        <w:t xml:space="preserve"> Modulen </w:t>
      </w:r>
      <w:r w:rsidRPr="00137A33">
        <w:t xml:space="preserve">finden Sie unter </w:t>
      </w:r>
      <w:r w:rsidR="00A93B2C" w:rsidRPr="00A93B2C">
        <w:t>https://info.imc-tm.de/imc_ARGUSfit_2025_DACH</w:t>
      </w:r>
      <w:r w:rsidR="00A93B2C">
        <w:t xml:space="preserve"> </w:t>
      </w:r>
      <w:r w:rsidRPr="00137A33">
        <w:t>oder wenden Sie sich an presse@imc-tm.de.</w:t>
      </w:r>
    </w:p>
    <w:p w14:paraId="5B03ED78" w14:textId="29629441" w:rsidR="004B02D6" w:rsidRPr="000C58BA" w:rsidRDefault="004B02D6" w:rsidP="004B02D6">
      <w:pPr>
        <w:rPr>
          <w:i/>
          <w:iCs/>
          <w:color w:val="767171" w:themeColor="background2" w:themeShade="80"/>
        </w:rPr>
      </w:pPr>
      <w:r w:rsidRPr="000C58BA">
        <w:rPr>
          <w:i/>
          <w:iCs/>
          <w:color w:val="767171" w:themeColor="background2" w:themeShade="80"/>
        </w:rPr>
        <w:t>(</w:t>
      </w:r>
      <w:r w:rsidR="000812CC">
        <w:rPr>
          <w:i/>
          <w:iCs/>
          <w:color w:val="767171" w:themeColor="background2" w:themeShade="80"/>
        </w:rPr>
        <w:t>772</w:t>
      </w:r>
      <w:r w:rsidR="000C58BA" w:rsidRPr="000C58BA">
        <w:rPr>
          <w:i/>
          <w:iCs/>
          <w:color w:val="767171" w:themeColor="background2" w:themeShade="80"/>
        </w:rPr>
        <w:t xml:space="preserve"> Wörter / </w:t>
      </w:r>
      <w:r w:rsidR="000812CC">
        <w:rPr>
          <w:i/>
          <w:iCs/>
          <w:color w:val="767171" w:themeColor="background2" w:themeShade="80"/>
        </w:rPr>
        <w:t>5540</w:t>
      </w:r>
      <w:r w:rsidR="000C58BA" w:rsidRPr="000C58BA">
        <w:rPr>
          <w:i/>
          <w:iCs/>
          <w:color w:val="767171" w:themeColor="background2" w:themeShade="80"/>
        </w:rPr>
        <w:t xml:space="preserve"> </w:t>
      </w:r>
      <w:proofErr w:type="gramStart"/>
      <w:r w:rsidR="000C58BA" w:rsidRPr="000C58BA">
        <w:rPr>
          <w:i/>
          <w:iCs/>
          <w:color w:val="767171" w:themeColor="background2" w:themeShade="80"/>
        </w:rPr>
        <w:t xml:space="preserve">Zeichen </w:t>
      </w:r>
      <w:r w:rsidRPr="000C58BA">
        <w:rPr>
          <w:i/>
          <w:iCs/>
          <w:color w:val="767171" w:themeColor="background2" w:themeShade="80"/>
        </w:rPr>
        <w:t>)</w:t>
      </w:r>
      <w:proofErr w:type="gramEnd"/>
    </w:p>
    <w:p w14:paraId="0B48A67B" w14:textId="77777777" w:rsidR="004B02D6" w:rsidRPr="00474B42" w:rsidRDefault="004B02D6" w:rsidP="004B02D6"/>
    <w:p w14:paraId="3C0D7948" w14:textId="77777777" w:rsidR="00E0163D" w:rsidRPr="00BE6632" w:rsidRDefault="00E0163D" w:rsidP="00E0163D">
      <w:pPr>
        <w:pStyle w:val="berschrift1"/>
        <w:rPr>
          <w:rFonts w:ascii="Rubik SemiBold" w:hAnsi="Rubik SemiBold" w:cs="Rubik SemiBold"/>
          <w:color w:val="auto"/>
        </w:rPr>
      </w:pPr>
      <w:r w:rsidRPr="00BE6632">
        <w:rPr>
          <w:rFonts w:ascii="Rubik SemiBold" w:hAnsi="Rubik SemiBold" w:cs="Rubik SemiBold"/>
          <w:color w:val="auto"/>
        </w:rPr>
        <w:t>imc Test &amp; Measurement GmbH</w:t>
      </w:r>
    </w:p>
    <w:p w14:paraId="76B00259" w14:textId="30AEE3B2" w:rsidR="00F133C3" w:rsidRPr="00E209C1" w:rsidRDefault="00E0163D" w:rsidP="00E0163D">
      <w:pPr>
        <w:spacing w:line="276" w:lineRule="auto"/>
      </w:pPr>
      <w:r w:rsidRPr="002F45A0">
        <w:rPr>
          <w:rFonts w:ascii="Calibri" w:hAnsi="Calibri" w:cs="Calibri"/>
        </w:rPr>
        <w:t xml:space="preserve">Die imc Test &amp; Measurement GmbH ist Hersteller und Lösungsanbieter von produktiven Mess- und Prüfsystemen. Gemeinsam mit seinen Kunden aus den Bereichen Fahrzeugtechnik, Maschinenbau, Bahn, Luftfahrt und Energie realisiert imc weltweit messtechnische Lösungen für Forschung, Entwicklung, Service und Fertigung. Anwender nutzen die imc-Sensoren, Messgeräte und Software sowie integrierte Messlösungen, um Prototypen zu validieren, Produkte zu optimieren, Prozesse zu überwachen und Erkenntnisse aus Messdaten zu gewinnen. imc Test &amp; Measurement ist Teil von </w:t>
      </w:r>
      <w:proofErr w:type="spellStart"/>
      <w:r w:rsidRPr="002F45A0">
        <w:rPr>
          <w:rFonts w:ascii="Calibri" w:hAnsi="Calibri" w:cs="Calibri"/>
        </w:rPr>
        <w:t>Axiometrix</w:t>
      </w:r>
      <w:proofErr w:type="spellEnd"/>
      <w:r w:rsidRPr="002F45A0">
        <w:rPr>
          <w:rFonts w:ascii="Calibri" w:hAnsi="Calibri" w:cs="Calibri"/>
        </w:rPr>
        <w:t xml:space="preserve"> Solutions, einem führenden Anbieter von Testlösungen, der weitere weltweit anerkannte Marken aus dem Bereich Messtechnik umfasst, darunter Audio Precision und </w:t>
      </w:r>
      <w:proofErr w:type="gramStart"/>
      <w:r w:rsidRPr="002F45A0">
        <w:rPr>
          <w:rFonts w:ascii="Calibri" w:hAnsi="Calibri" w:cs="Calibri"/>
        </w:rPr>
        <w:t>GRAS Sound</w:t>
      </w:r>
      <w:proofErr w:type="gramEnd"/>
      <w:r w:rsidRPr="002F45A0">
        <w:rPr>
          <w:rFonts w:ascii="Calibri" w:hAnsi="Calibri" w:cs="Calibri"/>
        </w:rPr>
        <w:t xml:space="preserve"> &amp; Vibration.</w:t>
      </w:r>
    </w:p>
    <w:sectPr w:rsidR="00F133C3" w:rsidRPr="00E209C1" w:rsidSect="00C6592A">
      <w:headerReference w:type="default" r:id="rId10"/>
      <w:footerReference w:type="even" r:id="rId11"/>
      <w:footerReference w:type="default" r:id="rId12"/>
      <w:headerReference w:type="first" r:id="rId13"/>
      <w:footerReference w:type="first" r:id="rId14"/>
      <w:pgSz w:w="11900" w:h="16840" w:code="9"/>
      <w:pgMar w:top="2836" w:right="737" w:bottom="340" w:left="1418" w:header="709" w:footer="39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113A1" w14:textId="77777777" w:rsidR="00AC7B71" w:rsidRDefault="00AC7B71">
      <w:r>
        <w:separator/>
      </w:r>
    </w:p>
  </w:endnote>
  <w:endnote w:type="continuationSeparator" w:id="0">
    <w:p w14:paraId="45EF2D5A" w14:textId="77777777" w:rsidR="00AC7B71" w:rsidRDefault="00AC7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ubik SemiBold">
    <w:panose1 w:val="00000000000000000000"/>
    <w:charset w:val="00"/>
    <w:family w:val="auto"/>
    <w:pitch w:val="variable"/>
    <w:sig w:usb0="A0000A6F" w:usb1="4000205B" w:usb2="00000000" w:usb3="00000000" w:csb0="000000B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65927" w14:textId="77777777" w:rsidR="00F602C2" w:rsidRDefault="00F602C2" w:rsidP="00F602C2">
    <w:pPr>
      <w:pStyle w:val="Fuzeile"/>
      <w:framePr w:wrap="around" w:vAnchor="text" w:hAnchor="margin" w:xAlign="center" w:y="1"/>
      <w:rPr>
        <w:rStyle w:val="Seitenzahl"/>
      </w:rPr>
    </w:pPr>
    <w:r>
      <w:rPr>
        <w:rStyle w:val="Seitenzahl"/>
      </w:rPr>
      <w:fldChar w:fldCharType="begin"/>
    </w:r>
    <w:r w:rsidR="001A5F74">
      <w:rPr>
        <w:rStyle w:val="Seitenzahl"/>
      </w:rPr>
      <w:instrText>PAGE</w:instrText>
    </w:r>
    <w:r>
      <w:rPr>
        <w:rStyle w:val="Seitenzahl"/>
      </w:rPr>
      <w:instrText xml:space="preserve">  </w:instrText>
    </w:r>
    <w:r>
      <w:rPr>
        <w:rStyle w:val="Seitenzahl"/>
      </w:rPr>
      <w:fldChar w:fldCharType="end"/>
    </w:r>
  </w:p>
  <w:p w14:paraId="4846EA76" w14:textId="77777777" w:rsidR="00F602C2" w:rsidRDefault="00F602C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0F7DF" w14:textId="1DBE1CCD" w:rsidR="00E0163D" w:rsidRPr="008D0AC0" w:rsidRDefault="00E0163D" w:rsidP="00E0163D">
    <w:pPr>
      <w:pStyle w:val="Fuzeile"/>
      <w:jc w:val="center"/>
      <w:rPr>
        <w:rFonts w:asciiTheme="majorHAnsi" w:hAnsiTheme="majorHAnsi" w:cstheme="majorHAnsi"/>
        <w:sz w:val="14"/>
        <w:szCs w:val="14"/>
        <w:lang w:val="en-US"/>
      </w:rPr>
    </w:pPr>
    <w:r w:rsidRPr="008D0AC0">
      <w:rPr>
        <w:rFonts w:asciiTheme="majorHAnsi" w:hAnsiTheme="majorHAnsi" w:cstheme="majorHAnsi"/>
        <w:sz w:val="14"/>
        <w:szCs w:val="14"/>
        <w:lang w:val="en-US"/>
      </w:rPr>
      <w:t xml:space="preserve">Reference No.: </w:t>
    </w:r>
    <w:r w:rsidR="00D929E4">
      <w:rPr>
        <w:rFonts w:asciiTheme="majorHAnsi" w:hAnsiTheme="majorHAnsi" w:cstheme="majorHAnsi"/>
        <w:sz w:val="14"/>
        <w:szCs w:val="14"/>
        <w:lang w:val="en-US"/>
      </w:rPr>
      <w:t>20251006-PR-IMC-ARGUSfit-New-Additions_DE</w:t>
    </w:r>
  </w:p>
  <w:p w14:paraId="718D8DD1" w14:textId="74D11D23" w:rsidR="00253529" w:rsidRPr="00F133C3" w:rsidRDefault="00253529" w:rsidP="006D3415">
    <w:pPr>
      <w:pStyle w:val="Fuzeile"/>
      <w:jc w:val="center"/>
      <w:rPr>
        <w:rFonts w:asciiTheme="minorHAnsi" w:hAnsiTheme="minorHAnsi" w:cstheme="minorHAnsi"/>
        <w:color w:val="5A5A5A"/>
        <w:sz w:val="14"/>
        <w:szCs w:val="14"/>
      </w:rPr>
    </w:pPr>
    <w:r w:rsidRPr="00F133C3">
      <w:rPr>
        <w:rFonts w:asciiTheme="minorHAnsi" w:hAnsiTheme="minorHAnsi" w:cstheme="minorHAnsi"/>
        <w:color w:val="5A5A5A"/>
        <w:sz w:val="14"/>
        <w:szCs w:val="14"/>
        <w:lang w:val="de-DE"/>
      </w:rPr>
      <w:t xml:space="preserve">Sitz: Berlin · </w:t>
    </w:r>
    <w:r w:rsidR="002B6481" w:rsidRPr="00F133C3">
      <w:rPr>
        <w:rFonts w:asciiTheme="minorHAnsi" w:hAnsiTheme="minorHAnsi" w:cstheme="minorHAnsi"/>
        <w:color w:val="5A5A5A"/>
        <w:sz w:val="14"/>
        <w:szCs w:val="14"/>
        <w:lang w:val="de-DE"/>
      </w:rPr>
      <w:t>R</w:t>
    </w:r>
    <w:r w:rsidRPr="00F133C3">
      <w:rPr>
        <w:rFonts w:asciiTheme="minorHAnsi" w:hAnsiTheme="minorHAnsi" w:cstheme="minorHAnsi"/>
        <w:color w:val="5A5A5A"/>
        <w:sz w:val="14"/>
        <w:szCs w:val="14"/>
        <w:lang w:val="de-DE"/>
      </w:rPr>
      <w:t>egister</w:t>
    </w:r>
    <w:r w:rsidR="002B6481" w:rsidRPr="00F133C3">
      <w:rPr>
        <w:rFonts w:asciiTheme="minorHAnsi" w:hAnsiTheme="minorHAnsi" w:cstheme="minorHAnsi"/>
        <w:color w:val="5A5A5A"/>
        <w:sz w:val="14"/>
        <w:szCs w:val="14"/>
        <w:lang w:val="de-DE"/>
      </w:rPr>
      <w:t>gericht</w:t>
    </w:r>
    <w:r w:rsidRPr="00F133C3">
      <w:rPr>
        <w:rFonts w:asciiTheme="minorHAnsi" w:hAnsiTheme="minorHAnsi" w:cstheme="minorHAnsi"/>
        <w:color w:val="5A5A5A"/>
        <w:sz w:val="14"/>
        <w:szCs w:val="14"/>
        <w:lang w:val="de-DE"/>
      </w:rPr>
      <w:t>: Berlin Charlottenburg · HRB28778</w:t>
    </w:r>
    <w:r w:rsidR="008A5530" w:rsidRPr="00F133C3">
      <w:rPr>
        <w:rFonts w:asciiTheme="minorHAnsi" w:hAnsiTheme="minorHAnsi" w:cstheme="minorHAnsi"/>
        <w:color w:val="5A5A5A"/>
        <w:sz w:val="14"/>
        <w:szCs w:val="14"/>
        <w:lang w:val="de-DE"/>
      </w:rPr>
      <w:t xml:space="preserve"> · Geschäftsführer: Michael John Flaherty</w:t>
    </w:r>
    <w:r w:rsidR="00E209C1">
      <w:rPr>
        <w:rFonts w:asciiTheme="minorHAnsi" w:hAnsiTheme="minorHAnsi" w:cstheme="minorHAnsi"/>
        <w:color w:val="5A5A5A"/>
        <w:sz w:val="14"/>
        <w:szCs w:val="14"/>
        <w:lang w:val="de-DE"/>
      </w:rPr>
      <w:t>, Frank Mayer, Michael Bülter</w:t>
    </w:r>
  </w:p>
  <w:p w14:paraId="684F9CDB" w14:textId="0E3D91D9" w:rsidR="00253529" w:rsidRPr="00F133C3" w:rsidRDefault="008A5530" w:rsidP="008A5530">
    <w:pPr>
      <w:pStyle w:val="Fuzeile"/>
      <w:jc w:val="center"/>
      <w:rPr>
        <w:rFonts w:asciiTheme="minorHAnsi" w:hAnsiTheme="minorHAnsi" w:cstheme="minorHAnsi"/>
        <w:color w:val="5A5A5A"/>
        <w:sz w:val="14"/>
        <w:szCs w:val="14"/>
        <w:lang w:val="de-DE"/>
      </w:rPr>
    </w:pPr>
    <w:r w:rsidRPr="00F133C3">
      <w:rPr>
        <w:rFonts w:asciiTheme="minorHAnsi" w:hAnsiTheme="minorHAnsi" w:cstheme="minorHAnsi"/>
        <w:color w:val="5A5A5A"/>
        <w:sz w:val="14"/>
        <w:szCs w:val="14"/>
        <w:lang w:val="de-DE"/>
      </w:rPr>
      <w:br/>
    </w:r>
    <w:r w:rsidRPr="00F133C3">
      <w:rPr>
        <w:noProof/>
        <w:sz w:val="22"/>
        <w:szCs w:val="22"/>
      </w:rPr>
      <w:drawing>
        <wp:inline distT="0" distB="0" distL="0" distR="0" wp14:anchorId="1CAFB668" wp14:editId="1BF56204">
          <wp:extent cx="2935605" cy="497840"/>
          <wp:effectExtent l="0" t="0" r="0" b="0"/>
          <wp:docPr id="271" name="Grafik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2935605" cy="49784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50AD4" w14:textId="77777777" w:rsidR="004E7265" w:rsidRDefault="00B874C0" w:rsidP="00B82E14">
    <w:pPr>
      <w:pStyle w:val="Fuzeile"/>
      <w:rPr>
        <w:rFonts w:asciiTheme="minorHAnsi" w:hAnsiTheme="minorHAnsi" w:cstheme="minorHAnsi"/>
        <w:color w:val="5A5A5A"/>
        <w:sz w:val="16"/>
        <w:szCs w:val="16"/>
        <w:lang w:val="de-DE"/>
      </w:rPr>
    </w:pPr>
    <w:r>
      <w:rPr>
        <w:noProof/>
      </w:rPr>
      <w:drawing>
        <wp:anchor distT="0" distB="0" distL="114300" distR="114300" simplePos="0" relativeHeight="251661312" behindDoc="0" locked="0" layoutInCell="1" allowOverlap="1" wp14:anchorId="1C46B9A8" wp14:editId="604D32E1">
          <wp:simplePos x="0" y="0"/>
          <wp:positionH relativeFrom="column">
            <wp:posOffset>3223895</wp:posOffset>
          </wp:positionH>
          <wp:positionV relativeFrom="paragraph">
            <wp:posOffset>117475</wp:posOffset>
          </wp:positionV>
          <wp:extent cx="2935605" cy="497840"/>
          <wp:effectExtent l="0" t="0" r="0" b="0"/>
          <wp:wrapSquare wrapText="bothSides"/>
          <wp:docPr id="273" name="Grafik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2935605" cy="497840"/>
                  </a:xfrm>
                  <a:prstGeom prst="rect">
                    <a:avLst/>
                  </a:prstGeom>
                </pic:spPr>
              </pic:pic>
            </a:graphicData>
          </a:graphic>
        </wp:anchor>
      </w:drawing>
    </w:r>
  </w:p>
  <w:p w14:paraId="762D122C" w14:textId="77777777" w:rsidR="00B874C0" w:rsidRPr="00EA427A" w:rsidRDefault="00B874C0" w:rsidP="00B874C0">
    <w:pPr>
      <w:pStyle w:val="Fuzeile"/>
      <w:rPr>
        <w:rFonts w:asciiTheme="minorHAnsi" w:hAnsiTheme="minorHAnsi" w:cstheme="minorHAnsi"/>
        <w:color w:val="5A5A5A"/>
        <w:sz w:val="16"/>
        <w:szCs w:val="16"/>
        <w:lang w:val="de-DE"/>
      </w:rPr>
    </w:pPr>
    <w:r w:rsidRPr="00EA427A">
      <w:rPr>
        <w:rFonts w:asciiTheme="minorHAnsi" w:hAnsiTheme="minorHAnsi" w:cstheme="minorHAnsi"/>
        <w:color w:val="5A5A5A"/>
        <w:sz w:val="16"/>
        <w:szCs w:val="16"/>
        <w:lang w:val="de-DE"/>
      </w:rPr>
      <w:t xml:space="preserve">Geschäftsführer: Kai Gilbert, Michael John Flaherty </w:t>
    </w:r>
    <w:r>
      <w:rPr>
        <w:rFonts w:asciiTheme="minorHAnsi" w:hAnsiTheme="minorHAnsi" w:cstheme="minorHAnsi"/>
        <w:color w:val="5A5A5A"/>
        <w:sz w:val="16"/>
        <w:szCs w:val="16"/>
        <w:lang w:val="de-DE"/>
      </w:rPr>
      <w:br/>
    </w:r>
    <w:r w:rsidRPr="00EA427A">
      <w:rPr>
        <w:rFonts w:asciiTheme="minorHAnsi" w:hAnsiTheme="minorHAnsi" w:cstheme="minorHAnsi"/>
        <w:color w:val="5A5A5A"/>
        <w:sz w:val="16"/>
        <w:szCs w:val="16"/>
        <w:lang w:val="de-DE"/>
      </w:rPr>
      <w:t xml:space="preserve">Sitz: Berlin · </w:t>
    </w:r>
    <w:r w:rsidR="0004423E">
      <w:rPr>
        <w:rFonts w:asciiTheme="minorHAnsi" w:hAnsiTheme="minorHAnsi" w:cstheme="minorHAnsi"/>
        <w:color w:val="5A5A5A"/>
        <w:sz w:val="16"/>
        <w:szCs w:val="16"/>
        <w:lang w:val="de-DE"/>
      </w:rPr>
      <w:t>R</w:t>
    </w:r>
    <w:r w:rsidRPr="00EA427A">
      <w:rPr>
        <w:rFonts w:asciiTheme="minorHAnsi" w:hAnsiTheme="minorHAnsi" w:cstheme="minorHAnsi"/>
        <w:color w:val="5A5A5A"/>
        <w:sz w:val="16"/>
        <w:szCs w:val="16"/>
        <w:lang w:val="de-DE"/>
      </w:rPr>
      <w:t>egister</w:t>
    </w:r>
    <w:r w:rsidR="0004423E">
      <w:rPr>
        <w:rFonts w:asciiTheme="minorHAnsi" w:hAnsiTheme="minorHAnsi" w:cstheme="minorHAnsi"/>
        <w:color w:val="5A5A5A"/>
        <w:sz w:val="16"/>
        <w:szCs w:val="16"/>
        <w:lang w:val="de-DE"/>
      </w:rPr>
      <w:t>gericht</w:t>
    </w:r>
    <w:r w:rsidRPr="00EA427A">
      <w:rPr>
        <w:rFonts w:asciiTheme="minorHAnsi" w:hAnsiTheme="minorHAnsi" w:cstheme="minorHAnsi"/>
        <w:color w:val="5A5A5A"/>
        <w:sz w:val="16"/>
        <w:szCs w:val="16"/>
        <w:lang w:val="de-DE"/>
      </w:rPr>
      <w:t xml:space="preserve">: Berlin Charlottenburg · HRB28778 </w:t>
    </w:r>
  </w:p>
  <w:p w14:paraId="3A1F13CD" w14:textId="77777777" w:rsidR="0004423E" w:rsidRDefault="0004423E" w:rsidP="00B874C0">
    <w:pPr>
      <w:pStyle w:val="Fuzeile"/>
      <w:rPr>
        <w:rFonts w:asciiTheme="minorHAnsi" w:hAnsiTheme="minorHAnsi" w:cstheme="minorHAnsi"/>
        <w:color w:val="5A5A5A"/>
        <w:sz w:val="16"/>
        <w:szCs w:val="16"/>
        <w:lang w:val="de-DE"/>
      </w:rPr>
    </w:pPr>
    <w:proofErr w:type="spellStart"/>
    <w:r w:rsidRPr="00EA427A">
      <w:rPr>
        <w:rFonts w:asciiTheme="minorHAnsi" w:hAnsiTheme="minorHAnsi" w:cstheme="minorHAnsi"/>
        <w:color w:val="5A5A5A"/>
        <w:sz w:val="16"/>
        <w:szCs w:val="16"/>
        <w:lang w:val="de-DE"/>
      </w:rPr>
      <w:t>Ust</w:t>
    </w:r>
    <w:proofErr w:type="spellEnd"/>
    <w:r w:rsidRPr="00EA427A">
      <w:rPr>
        <w:rFonts w:asciiTheme="minorHAnsi" w:hAnsiTheme="minorHAnsi" w:cstheme="minorHAnsi"/>
        <w:color w:val="5A5A5A"/>
        <w:sz w:val="16"/>
        <w:szCs w:val="16"/>
        <w:lang w:val="de-DE"/>
      </w:rPr>
      <w:t xml:space="preserve">.-ID-Nr.: DE136567627 ·DUNS-Nr.: 324230762 · </w:t>
    </w:r>
    <w:r>
      <w:rPr>
        <w:rFonts w:asciiTheme="minorHAnsi" w:hAnsiTheme="minorHAnsi" w:cstheme="minorHAnsi"/>
        <w:color w:val="5A5A5A"/>
        <w:sz w:val="16"/>
        <w:szCs w:val="16"/>
        <w:lang w:val="de-DE"/>
      </w:rPr>
      <w:br/>
    </w:r>
    <w:r w:rsidRPr="00EA427A">
      <w:rPr>
        <w:rFonts w:asciiTheme="minorHAnsi" w:hAnsiTheme="minorHAnsi" w:cstheme="minorHAnsi"/>
        <w:color w:val="5A5A5A"/>
        <w:sz w:val="16"/>
        <w:szCs w:val="16"/>
        <w:lang w:val="de-DE"/>
      </w:rPr>
      <w:t>Steuer-Nr.: 30/358/35725 · WEEE Reg. #DE43368136</w:t>
    </w:r>
  </w:p>
  <w:p w14:paraId="55477604" w14:textId="77777777" w:rsidR="0004423E" w:rsidRDefault="0004423E" w:rsidP="00B874C0">
    <w:pPr>
      <w:pStyle w:val="Fuzeile"/>
      <w:rPr>
        <w:rFonts w:asciiTheme="minorHAnsi" w:hAnsiTheme="minorHAnsi" w:cstheme="minorHAnsi"/>
        <w:color w:val="5A5A5A"/>
        <w:sz w:val="16"/>
        <w:szCs w:val="16"/>
        <w:lang w:val="de-DE"/>
      </w:rPr>
    </w:pPr>
  </w:p>
  <w:p w14:paraId="3187496D" w14:textId="77777777" w:rsidR="00B874C0" w:rsidRPr="00EA427A" w:rsidRDefault="00B874C0" w:rsidP="00B874C0">
    <w:pPr>
      <w:pStyle w:val="Fuzeile"/>
      <w:rPr>
        <w:rFonts w:asciiTheme="minorHAnsi" w:hAnsiTheme="minorHAnsi" w:cstheme="minorHAnsi"/>
        <w:color w:val="5A5A5A"/>
        <w:sz w:val="16"/>
        <w:szCs w:val="16"/>
        <w:lang w:val="de-DE"/>
      </w:rPr>
    </w:pPr>
    <w:r w:rsidRPr="00EA427A">
      <w:rPr>
        <w:rFonts w:asciiTheme="minorHAnsi" w:hAnsiTheme="minorHAnsi" w:cstheme="minorHAnsi"/>
        <w:color w:val="5A5A5A"/>
        <w:sz w:val="16"/>
        <w:szCs w:val="16"/>
        <w:lang w:val="de-DE"/>
      </w:rPr>
      <w:t>Commerzbank AG · IBAN: DE32 1008 0000 0951 3048 00 · Swift/BIC: DRESDEFF100</w:t>
    </w:r>
    <w:r w:rsidR="0004423E">
      <w:rPr>
        <w:rFonts w:asciiTheme="minorHAnsi" w:hAnsiTheme="minorHAnsi" w:cstheme="minorHAnsi"/>
        <w:color w:val="5A5A5A"/>
        <w:sz w:val="16"/>
        <w:szCs w:val="16"/>
        <w:lang w:val="de-DE"/>
      </w:rPr>
      <w:br/>
    </w:r>
    <w:r w:rsidRPr="00EA427A">
      <w:rPr>
        <w:rFonts w:asciiTheme="minorHAnsi" w:hAnsiTheme="minorHAnsi" w:cstheme="minorHAnsi"/>
        <w:color w:val="5A5A5A"/>
        <w:sz w:val="16"/>
        <w:szCs w:val="16"/>
        <w:lang w:val="de-DE"/>
      </w:rPr>
      <w:t>Deutsche Bank AG · IBAN: DE33 1007 0000 0875 6686 00 · Swift/BIC: DEUTDEBBXXX</w:t>
    </w:r>
  </w:p>
  <w:p w14:paraId="2E18A980" w14:textId="77777777" w:rsidR="00CF7297" w:rsidRPr="00EA427A" w:rsidRDefault="00B874C0" w:rsidP="0004423E">
    <w:pPr>
      <w:pStyle w:val="Fuzeile"/>
      <w:rPr>
        <w:rFonts w:asciiTheme="minorHAnsi" w:hAnsiTheme="minorHAnsi" w:cstheme="minorHAnsi"/>
        <w:color w:val="5A5A5A"/>
        <w:sz w:val="16"/>
        <w:szCs w:val="16"/>
        <w:lang w:val="de-DE"/>
      </w:rPr>
    </w:pPr>
    <w:r w:rsidRPr="00EA427A">
      <w:rPr>
        <w:rFonts w:asciiTheme="minorHAnsi" w:hAnsiTheme="minorHAnsi" w:cstheme="minorHAnsi"/>
        <w:color w:val="5A5A5A"/>
        <w:sz w:val="16"/>
        <w:szCs w:val="16"/>
        <w:lang w:val="de-DE"/>
      </w:rPr>
      <w:t>Frankfurter Sparkasse · IBAN: DE18 5005 0201 0200 4987 20 · Swift/BIC: HELADEF1822</w:t>
    </w:r>
  </w:p>
  <w:p w14:paraId="032B513F" w14:textId="77777777" w:rsidR="00F602C2" w:rsidRPr="00055BDB" w:rsidRDefault="00F602C2">
    <w:pPr>
      <w:pStyle w:val="Fuzeile"/>
      <w:rPr>
        <w:rFonts w:asciiTheme="minorHAnsi" w:hAnsiTheme="minorHAnsi" w:cs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56F9FB" w14:textId="77777777" w:rsidR="00AC7B71" w:rsidRDefault="00AC7B71">
      <w:bookmarkStart w:id="0" w:name="_Hlk106183952"/>
      <w:bookmarkEnd w:id="0"/>
      <w:r>
        <w:separator/>
      </w:r>
    </w:p>
  </w:footnote>
  <w:footnote w:type="continuationSeparator" w:id="0">
    <w:p w14:paraId="1CD7EC18" w14:textId="77777777" w:rsidR="00AC7B71" w:rsidRDefault="00AC7B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A3D4F" w14:textId="77777777" w:rsidR="00F602C2" w:rsidRDefault="00C6592A" w:rsidP="00F602C2">
    <w:pPr>
      <w:pStyle w:val="Kopfzeile"/>
    </w:pPr>
    <w:r>
      <w:rPr>
        <w:rFonts w:asciiTheme="minorHAnsi" w:hAnsiTheme="minorHAnsi" w:cstheme="minorHAnsi"/>
        <w:noProof/>
        <w:color w:val="004687"/>
        <w:sz w:val="16"/>
        <w:szCs w:val="16"/>
      </w:rPr>
      <w:drawing>
        <wp:anchor distT="0" distB="0" distL="114300" distR="114300" simplePos="0" relativeHeight="251657215" behindDoc="0" locked="0" layoutInCell="1" allowOverlap="1" wp14:anchorId="315DF144" wp14:editId="7BFD90A5">
          <wp:simplePos x="0" y="0"/>
          <wp:positionH relativeFrom="column">
            <wp:posOffset>-914400</wp:posOffset>
          </wp:positionH>
          <wp:positionV relativeFrom="paragraph">
            <wp:posOffset>-438785</wp:posOffset>
          </wp:positionV>
          <wp:extent cx="7560000" cy="1488059"/>
          <wp:effectExtent l="0" t="0" r="3175" b="0"/>
          <wp:wrapSquare wrapText="bothSides"/>
          <wp:docPr id="270" name="Grafik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a:stretch>
                    <a:fillRect/>
                  </a:stretch>
                </pic:blipFill>
                <pic:spPr>
                  <a:xfrm>
                    <a:off x="0" y="0"/>
                    <a:ext cx="7560000" cy="1488059"/>
                  </a:xfrm>
                  <a:prstGeom prst="rect">
                    <a:avLst/>
                  </a:prstGeom>
                </pic:spPr>
              </pic:pic>
            </a:graphicData>
          </a:graphic>
          <wp14:sizeRelH relativeFrom="page">
            <wp14:pctWidth>0</wp14:pctWidth>
          </wp14:sizeRelH>
          <wp14:sizeRelV relativeFrom="page">
            <wp14:pctHeight>0</wp14:pctHeight>
          </wp14:sizeRelV>
        </wp:anchor>
      </w:drawing>
    </w:r>
    <w:r w:rsidR="00485092" w:rsidRPr="002634DC">
      <w:rPr>
        <w:rFonts w:asciiTheme="minorHAnsi" w:hAnsiTheme="minorHAnsi" w:cstheme="minorHAnsi"/>
        <w:noProof/>
        <w:color w:val="004687"/>
        <w:sz w:val="16"/>
        <w:szCs w:val="16"/>
      </w:rPr>
      <mc:AlternateContent>
        <mc:Choice Requires="wps">
          <w:drawing>
            <wp:anchor distT="0" distB="0" distL="114300" distR="114300" simplePos="0" relativeHeight="251668480" behindDoc="0" locked="0" layoutInCell="1" allowOverlap="1" wp14:anchorId="49A30D11" wp14:editId="0F391A39">
              <wp:simplePos x="0" y="0"/>
              <wp:positionH relativeFrom="column">
                <wp:posOffset>3633470</wp:posOffset>
              </wp:positionH>
              <wp:positionV relativeFrom="paragraph">
                <wp:posOffset>-221615</wp:posOffset>
              </wp:positionV>
              <wp:extent cx="2619375" cy="1209675"/>
              <wp:effectExtent l="0" t="0" r="0" b="0"/>
              <wp:wrapNone/>
              <wp:docPr id="11" name="Textfeld 11"/>
              <wp:cNvGraphicFramePr/>
              <a:graphic xmlns:a="http://schemas.openxmlformats.org/drawingml/2006/main">
                <a:graphicData uri="http://schemas.microsoft.com/office/word/2010/wordprocessingShape">
                  <wps:wsp>
                    <wps:cNvSpPr txBox="1"/>
                    <wps:spPr>
                      <a:xfrm>
                        <a:off x="0" y="0"/>
                        <a:ext cx="2619375" cy="1209675"/>
                      </a:xfrm>
                      <a:prstGeom prst="rect">
                        <a:avLst/>
                      </a:prstGeom>
                      <a:noFill/>
                      <a:ln w="6350">
                        <a:noFill/>
                      </a:ln>
                    </wps:spPr>
                    <wps:txbx>
                      <w:txbxContent>
                        <w:p w14:paraId="0CA5BB35" w14:textId="77777777" w:rsidR="00485092" w:rsidRPr="00485092" w:rsidRDefault="0004423E" w:rsidP="00485092">
                          <w:pPr>
                            <w:spacing w:before="80"/>
                            <w:suppressOverlap/>
                            <w:jc w:val="right"/>
                            <w:rPr>
                              <w:rFonts w:cstheme="minorHAnsi"/>
                              <w:sz w:val="17"/>
                              <w:szCs w:val="17"/>
                            </w:rPr>
                          </w:pPr>
                          <w:r w:rsidRPr="00485092">
                            <w:rPr>
                              <w:rFonts w:cstheme="minorHAnsi"/>
                              <w:b/>
                              <w:sz w:val="17"/>
                              <w:szCs w:val="17"/>
                              <w:lang w:val="en-US"/>
                            </w:rPr>
                            <w:t>imc Test &amp; Measurement GmbH</w:t>
                          </w:r>
                          <w:r w:rsidRPr="00485092">
                            <w:rPr>
                              <w:rFonts w:cstheme="minorHAnsi"/>
                              <w:b/>
                              <w:sz w:val="17"/>
                              <w:szCs w:val="17"/>
                              <w:lang w:val="en-US"/>
                            </w:rPr>
                            <w:br/>
                          </w:r>
                          <w:proofErr w:type="spellStart"/>
                          <w:r w:rsidRPr="00485092">
                            <w:rPr>
                              <w:rFonts w:cstheme="minorHAnsi"/>
                              <w:sz w:val="17"/>
                              <w:szCs w:val="17"/>
                              <w:lang w:val="en-US"/>
                            </w:rPr>
                            <w:t>Voltastr</w:t>
                          </w:r>
                          <w:proofErr w:type="spellEnd"/>
                          <w:r w:rsidR="00130FEF">
                            <w:rPr>
                              <w:rFonts w:cstheme="minorHAnsi"/>
                              <w:sz w:val="17"/>
                              <w:szCs w:val="17"/>
                              <w:lang w:val="en-US"/>
                            </w:rPr>
                            <w:t>.</w:t>
                          </w:r>
                          <w:r w:rsidRPr="00485092">
                            <w:rPr>
                              <w:rFonts w:cstheme="minorHAnsi"/>
                              <w:sz w:val="17"/>
                              <w:szCs w:val="17"/>
                              <w:lang w:val="en-US"/>
                            </w:rPr>
                            <w:t xml:space="preserve"> </w:t>
                          </w:r>
                          <w:r w:rsidRPr="00AC7B71">
                            <w:rPr>
                              <w:rFonts w:cstheme="minorHAnsi"/>
                              <w:sz w:val="17"/>
                              <w:szCs w:val="17"/>
                            </w:rPr>
                            <w:t>5</w:t>
                          </w:r>
                          <w:r w:rsidRPr="00485092">
                            <w:rPr>
                              <w:rFonts w:cstheme="minorHAnsi"/>
                              <w:sz w:val="17"/>
                              <w:szCs w:val="17"/>
                            </w:rPr>
                            <w:br/>
                            <w:t>D-13355 Berlin</w:t>
                          </w:r>
                        </w:p>
                        <w:p w14:paraId="4D0B8F15" w14:textId="77777777" w:rsidR="00485092" w:rsidRPr="00AC7B71" w:rsidRDefault="0004423E" w:rsidP="00485092">
                          <w:pPr>
                            <w:spacing w:before="80"/>
                            <w:suppressOverlap/>
                            <w:jc w:val="right"/>
                            <w:rPr>
                              <w:rFonts w:cstheme="minorHAnsi"/>
                              <w:sz w:val="17"/>
                              <w:szCs w:val="17"/>
                            </w:rPr>
                          </w:pPr>
                          <w:r w:rsidRPr="00AC7B71">
                            <w:rPr>
                              <w:rFonts w:cstheme="minorHAnsi"/>
                              <w:sz w:val="17"/>
                              <w:szCs w:val="17"/>
                            </w:rPr>
                            <w:t xml:space="preserve">Tel.: +49 (0)30 467 090 </w:t>
                          </w:r>
                          <w:r w:rsidR="00485092" w:rsidRPr="00AC7B71">
                            <w:rPr>
                              <w:rFonts w:cstheme="minorHAnsi"/>
                              <w:sz w:val="17"/>
                              <w:szCs w:val="17"/>
                            </w:rPr>
                            <w:t>–</w:t>
                          </w:r>
                          <w:r w:rsidRPr="00AC7B71">
                            <w:rPr>
                              <w:rFonts w:cstheme="minorHAnsi"/>
                              <w:sz w:val="17"/>
                              <w:szCs w:val="17"/>
                            </w:rPr>
                            <w:t xml:space="preserve"> 0</w:t>
                          </w:r>
                          <w:r w:rsidR="00485092" w:rsidRPr="00AC7B71">
                            <w:rPr>
                              <w:rFonts w:cstheme="minorHAnsi"/>
                              <w:sz w:val="17"/>
                              <w:szCs w:val="17"/>
                            </w:rPr>
                            <w:br/>
                          </w:r>
                          <w:r w:rsidRPr="00AC7B71">
                            <w:rPr>
                              <w:rFonts w:cstheme="minorHAnsi"/>
                              <w:sz w:val="17"/>
                              <w:szCs w:val="17"/>
                            </w:rPr>
                            <w:t>Fax: +49 (0)30 463 15 76</w:t>
                          </w:r>
                        </w:p>
                        <w:p w14:paraId="4F7D069F" w14:textId="77777777" w:rsidR="0004423E" w:rsidRPr="00AC7B71" w:rsidRDefault="0004423E" w:rsidP="00485092">
                          <w:pPr>
                            <w:spacing w:before="80"/>
                            <w:suppressOverlap/>
                            <w:jc w:val="right"/>
                            <w:rPr>
                              <w:rFonts w:cstheme="minorHAnsi"/>
                              <w:sz w:val="17"/>
                              <w:szCs w:val="17"/>
                            </w:rPr>
                          </w:pPr>
                          <w:r w:rsidRPr="00AC7B71">
                            <w:rPr>
                              <w:rFonts w:cstheme="minorHAnsi"/>
                              <w:sz w:val="17"/>
                              <w:szCs w:val="17"/>
                            </w:rPr>
                            <w:t>info@imc-tm.de</w:t>
                          </w:r>
                          <w:r w:rsidRPr="00AC7B71">
                            <w:rPr>
                              <w:rFonts w:cstheme="minorHAnsi"/>
                              <w:sz w:val="17"/>
                              <w:szCs w:val="17"/>
                            </w:rPr>
                            <w:br/>
                          </w:r>
                          <w:r w:rsidRPr="00AC7B71">
                            <w:rPr>
                              <w:rFonts w:cstheme="minorHAnsi"/>
                              <w:b/>
                              <w:bCs/>
                              <w:sz w:val="17"/>
                              <w:szCs w:val="17"/>
                            </w:rPr>
                            <w:t>www.imc-tm.de</w:t>
                          </w:r>
                        </w:p>
                        <w:p w14:paraId="0A73F47B" w14:textId="77777777" w:rsidR="0004423E" w:rsidRPr="00AC7B71" w:rsidRDefault="0004423E" w:rsidP="0004423E">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A30D11" id="_x0000_t202" coordsize="21600,21600" o:spt="202" path="m,l,21600r21600,l21600,xe">
              <v:stroke joinstyle="miter"/>
              <v:path gradientshapeok="t" o:connecttype="rect"/>
            </v:shapetype>
            <v:shape id="Textfeld 11" o:spid="_x0000_s1026" type="#_x0000_t202" style="position:absolute;margin-left:286.1pt;margin-top:-17.45pt;width:206.25pt;height:95.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" filled="f" stroked="f" strokeweight=".5pt">
              <v:textbox>
                <w:txbxContent>
                  <w:p w14:paraId="0CA5BB35" w14:textId="77777777" w:rsidR="00485092" w:rsidRPr="00485092" w:rsidRDefault="0004423E" w:rsidP="00485092">
                    <w:pPr>
                      <w:spacing w:before="80"/>
                      <w:suppressOverlap/>
                      <w:jc w:val="right"/>
                      <w:rPr>
                        <w:rFonts w:cstheme="minorHAnsi"/>
                        <w:sz w:val="17"/>
                        <w:szCs w:val="17"/>
                      </w:rPr>
                    </w:pPr>
                    <w:r w:rsidRPr="00485092">
                      <w:rPr>
                        <w:rFonts w:cstheme="minorHAnsi"/>
                        <w:b/>
                        <w:sz w:val="17"/>
                        <w:szCs w:val="17"/>
                        <w:lang w:val="en-US"/>
                      </w:rPr>
                      <w:t>imc Test &amp; Measurement GmbH</w:t>
                    </w:r>
                    <w:r w:rsidRPr="00485092">
                      <w:rPr>
                        <w:rFonts w:cstheme="minorHAnsi"/>
                        <w:b/>
                        <w:sz w:val="17"/>
                        <w:szCs w:val="17"/>
                        <w:lang w:val="en-US"/>
                      </w:rPr>
                      <w:br/>
                    </w:r>
                    <w:proofErr w:type="spellStart"/>
                    <w:r w:rsidRPr="00485092">
                      <w:rPr>
                        <w:rFonts w:cstheme="minorHAnsi"/>
                        <w:sz w:val="17"/>
                        <w:szCs w:val="17"/>
                        <w:lang w:val="en-US"/>
                      </w:rPr>
                      <w:t>Voltastr</w:t>
                    </w:r>
                    <w:proofErr w:type="spellEnd"/>
                    <w:r w:rsidR="00130FEF">
                      <w:rPr>
                        <w:rFonts w:cstheme="minorHAnsi"/>
                        <w:sz w:val="17"/>
                        <w:szCs w:val="17"/>
                        <w:lang w:val="en-US"/>
                      </w:rPr>
                      <w:t>.</w:t>
                    </w:r>
                    <w:r w:rsidRPr="00485092">
                      <w:rPr>
                        <w:rFonts w:cstheme="minorHAnsi"/>
                        <w:sz w:val="17"/>
                        <w:szCs w:val="17"/>
                        <w:lang w:val="en-US"/>
                      </w:rPr>
                      <w:t xml:space="preserve"> </w:t>
                    </w:r>
                    <w:r w:rsidRPr="00AC7B71">
                      <w:rPr>
                        <w:rFonts w:cstheme="minorHAnsi"/>
                        <w:sz w:val="17"/>
                        <w:szCs w:val="17"/>
                      </w:rPr>
                      <w:t>5</w:t>
                    </w:r>
                    <w:r w:rsidRPr="00485092">
                      <w:rPr>
                        <w:rFonts w:cstheme="minorHAnsi"/>
                        <w:sz w:val="17"/>
                        <w:szCs w:val="17"/>
                      </w:rPr>
                      <w:br/>
                      <w:t>D-13355 Berlin</w:t>
                    </w:r>
                  </w:p>
                  <w:p w14:paraId="4D0B8F15" w14:textId="77777777" w:rsidR="00485092" w:rsidRPr="00AC7B71" w:rsidRDefault="0004423E" w:rsidP="00485092">
                    <w:pPr>
                      <w:spacing w:before="80"/>
                      <w:suppressOverlap/>
                      <w:jc w:val="right"/>
                      <w:rPr>
                        <w:rFonts w:cstheme="minorHAnsi"/>
                        <w:sz w:val="17"/>
                        <w:szCs w:val="17"/>
                      </w:rPr>
                    </w:pPr>
                    <w:r w:rsidRPr="00AC7B71">
                      <w:rPr>
                        <w:rFonts w:cstheme="minorHAnsi"/>
                        <w:sz w:val="17"/>
                        <w:szCs w:val="17"/>
                      </w:rPr>
                      <w:t xml:space="preserve">Tel.: +49 (0)30 467 090 </w:t>
                    </w:r>
                    <w:r w:rsidR="00485092" w:rsidRPr="00AC7B71">
                      <w:rPr>
                        <w:rFonts w:cstheme="minorHAnsi"/>
                        <w:sz w:val="17"/>
                        <w:szCs w:val="17"/>
                      </w:rPr>
                      <w:t>–</w:t>
                    </w:r>
                    <w:r w:rsidRPr="00AC7B71">
                      <w:rPr>
                        <w:rFonts w:cstheme="minorHAnsi"/>
                        <w:sz w:val="17"/>
                        <w:szCs w:val="17"/>
                      </w:rPr>
                      <w:t xml:space="preserve"> 0</w:t>
                    </w:r>
                    <w:r w:rsidR="00485092" w:rsidRPr="00AC7B71">
                      <w:rPr>
                        <w:rFonts w:cstheme="minorHAnsi"/>
                        <w:sz w:val="17"/>
                        <w:szCs w:val="17"/>
                      </w:rPr>
                      <w:br/>
                    </w:r>
                    <w:r w:rsidRPr="00AC7B71">
                      <w:rPr>
                        <w:rFonts w:cstheme="minorHAnsi"/>
                        <w:sz w:val="17"/>
                        <w:szCs w:val="17"/>
                      </w:rPr>
                      <w:t>Fax: +49 (0)30 463 15 76</w:t>
                    </w:r>
                  </w:p>
                  <w:p w14:paraId="4F7D069F" w14:textId="77777777" w:rsidR="0004423E" w:rsidRPr="00AC7B71" w:rsidRDefault="0004423E" w:rsidP="00485092">
                    <w:pPr>
                      <w:spacing w:before="80"/>
                      <w:suppressOverlap/>
                      <w:jc w:val="right"/>
                      <w:rPr>
                        <w:rFonts w:cstheme="minorHAnsi"/>
                        <w:sz w:val="17"/>
                        <w:szCs w:val="17"/>
                      </w:rPr>
                    </w:pPr>
                    <w:r w:rsidRPr="00AC7B71">
                      <w:rPr>
                        <w:rFonts w:cstheme="minorHAnsi"/>
                        <w:sz w:val="17"/>
                        <w:szCs w:val="17"/>
                      </w:rPr>
                      <w:t>info@imc-tm.de</w:t>
                    </w:r>
                    <w:r w:rsidRPr="00AC7B71">
                      <w:rPr>
                        <w:rFonts w:cstheme="minorHAnsi"/>
                        <w:sz w:val="17"/>
                        <w:szCs w:val="17"/>
                      </w:rPr>
                      <w:br/>
                    </w:r>
                    <w:r w:rsidRPr="00AC7B71">
                      <w:rPr>
                        <w:rFonts w:cstheme="minorHAnsi"/>
                        <w:b/>
                        <w:bCs/>
                        <w:sz w:val="17"/>
                        <w:szCs w:val="17"/>
                      </w:rPr>
                      <w:t>www.imc-tm.de</w:t>
                    </w:r>
                  </w:p>
                  <w:p w14:paraId="0A73F47B" w14:textId="77777777" w:rsidR="0004423E" w:rsidRPr="00AC7B71" w:rsidRDefault="0004423E" w:rsidP="0004423E">
                    <w:pPr>
                      <w:jc w:val="right"/>
                    </w:pP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C1DC2D" w14:textId="77777777" w:rsidR="00F602C2" w:rsidRDefault="00F96BE8" w:rsidP="00F96BE8">
    <w:pPr>
      <w:pStyle w:val="Kopfzeile"/>
      <w:ind w:right="-121"/>
    </w:pPr>
    <w:r w:rsidRPr="002634DC">
      <w:rPr>
        <w:rFonts w:asciiTheme="minorHAnsi" w:hAnsiTheme="minorHAnsi" w:cstheme="minorHAnsi"/>
        <w:noProof/>
        <w:color w:val="004687"/>
        <w:sz w:val="16"/>
        <w:szCs w:val="16"/>
      </w:rPr>
      <mc:AlternateContent>
        <mc:Choice Requires="wps">
          <w:drawing>
            <wp:anchor distT="0" distB="0" distL="114300" distR="114300" simplePos="0" relativeHeight="251660288" behindDoc="0" locked="0" layoutInCell="1" allowOverlap="1" wp14:anchorId="2FBDE9B4" wp14:editId="23BB655A">
              <wp:simplePos x="0" y="0"/>
              <wp:positionH relativeFrom="column">
                <wp:posOffset>3633470</wp:posOffset>
              </wp:positionH>
              <wp:positionV relativeFrom="paragraph">
                <wp:posOffset>-316865</wp:posOffset>
              </wp:positionV>
              <wp:extent cx="2619375" cy="1266825"/>
              <wp:effectExtent l="0" t="0" r="0" b="0"/>
              <wp:wrapNone/>
              <wp:docPr id="1" name="Textfeld 1"/>
              <wp:cNvGraphicFramePr/>
              <a:graphic xmlns:a="http://schemas.openxmlformats.org/drawingml/2006/main">
                <a:graphicData uri="http://schemas.microsoft.com/office/word/2010/wordprocessingShape">
                  <wps:wsp>
                    <wps:cNvSpPr txBox="1"/>
                    <wps:spPr>
                      <a:xfrm>
                        <a:off x="0" y="0"/>
                        <a:ext cx="2619375" cy="1266825"/>
                      </a:xfrm>
                      <a:prstGeom prst="rect">
                        <a:avLst/>
                      </a:prstGeom>
                      <a:noFill/>
                      <a:ln w="6350">
                        <a:noFill/>
                      </a:ln>
                    </wps:spPr>
                    <wps:txbx>
                      <w:txbxContent>
                        <w:p w14:paraId="7123FE7C" w14:textId="77777777" w:rsidR="00F96BE8" w:rsidRDefault="00F96BE8" w:rsidP="00F96BE8">
                          <w:pPr>
                            <w:suppressOverlap/>
                            <w:jc w:val="right"/>
                            <w:rPr>
                              <w:rFonts w:cstheme="minorHAnsi"/>
                              <w:sz w:val="14"/>
                              <w:szCs w:val="14"/>
                            </w:rPr>
                          </w:pPr>
                          <w:r w:rsidRPr="00F96BE8">
                            <w:rPr>
                              <w:rFonts w:cstheme="minorHAnsi"/>
                              <w:b/>
                              <w:sz w:val="18"/>
                              <w:szCs w:val="18"/>
                              <w:lang w:val="en-US"/>
                            </w:rPr>
                            <w:t>imc Test &amp; Measurement GmbH</w:t>
                          </w:r>
                          <w:r w:rsidRPr="00F96BE8">
                            <w:rPr>
                              <w:rFonts w:cstheme="minorHAnsi"/>
                              <w:b/>
                              <w:sz w:val="18"/>
                              <w:szCs w:val="18"/>
                              <w:lang w:val="en-US"/>
                            </w:rPr>
                            <w:br/>
                          </w:r>
                          <w:proofErr w:type="spellStart"/>
                          <w:r w:rsidRPr="00F96BE8">
                            <w:rPr>
                              <w:rFonts w:cstheme="minorHAnsi"/>
                              <w:sz w:val="18"/>
                              <w:szCs w:val="18"/>
                              <w:lang w:val="en-US"/>
                            </w:rPr>
                            <w:t>Voltastraße</w:t>
                          </w:r>
                          <w:proofErr w:type="spellEnd"/>
                          <w:r w:rsidRPr="00F96BE8">
                            <w:rPr>
                              <w:rFonts w:cstheme="minorHAnsi"/>
                              <w:sz w:val="18"/>
                              <w:szCs w:val="18"/>
                              <w:lang w:val="en-US"/>
                            </w:rPr>
                            <w:t xml:space="preserve"> 5</w:t>
                          </w:r>
                          <w:r w:rsidRPr="00F96BE8">
                            <w:rPr>
                              <w:rFonts w:cstheme="minorHAnsi"/>
                              <w:sz w:val="18"/>
                              <w:szCs w:val="18"/>
                            </w:rPr>
                            <w:br/>
                            <w:t>D-13355 Berlin</w:t>
                          </w:r>
                        </w:p>
                        <w:p w14:paraId="0CE6D8EE" w14:textId="77777777" w:rsidR="00F96BE8" w:rsidRPr="00F96BE8" w:rsidRDefault="00F96BE8" w:rsidP="00F96BE8">
                          <w:pPr>
                            <w:suppressOverlap/>
                            <w:jc w:val="right"/>
                            <w:rPr>
                              <w:rFonts w:cstheme="minorHAnsi"/>
                              <w:sz w:val="18"/>
                              <w:szCs w:val="18"/>
                              <w:lang w:val="en-US"/>
                            </w:rPr>
                          </w:pPr>
                          <w:r w:rsidRPr="00F96BE8">
                            <w:rPr>
                              <w:rFonts w:cstheme="minorHAnsi"/>
                              <w:sz w:val="12"/>
                              <w:szCs w:val="12"/>
                              <w:lang w:val="en-US"/>
                            </w:rPr>
                            <w:br/>
                          </w:r>
                          <w:r w:rsidRPr="00F96BE8">
                            <w:rPr>
                              <w:rFonts w:cstheme="minorHAnsi"/>
                              <w:sz w:val="18"/>
                              <w:szCs w:val="18"/>
                              <w:lang w:val="en-US"/>
                            </w:rPr>
                            <w:t>Tel.: +49 (0)30 467 090 - 0</w:t>
                          </w:r>
                          <w:r w:rsidRPr="00F96BE8">
                            <w:rPr>
                              <w:rFonts w:cstheme="minorHAnsi"/>
                              <w:sz w:val="18"/>
                              <w:szCs w:val="18"/>
                              <w:lang w:val="en-US"/>
                            </w:rPr>
                            <w:br/>
                            <w:t>Fax: +49 (0)30 463 15 76</w:t>
                          </w:r>
                          <w:r w:rsidRPr="00F96BE8">
                            <w:rPr>
                              <w:rFonts w:cstheme="minorHAnsi"/>
                              <w:sz w:val="18"/>
                              <w:szCs w:val="18"/>
                              <w:lang w:val="en-US"/>
                            </w:rPr>
                            <w:br/>
                          </w:r>
                          <w:r w:rsidRPr="00F96BE8">
                            <w:rPr>
                              <w:rFonts w:cstheme="minorHAnsi"/>
                              <w:sz w:val="12"/>
                              <w:szCs w:val="12"/>
                              <w:lang w:val="en-US"/>
                            </w:rPr>
                            <w:br/>
                          </w:r>
                          <w:r w:rsidRPr="00F96BE8">
                            <w:rPr>
                              <w:rFonts w:cstheme="minorHAnsi"/>
                              <w:sz w:val="18"/>
                              <w:szCs w:val="18"/>
                              <w:lang w:val="en-US"/>
                            </w:rPr>
                            <w:t>info@imc-tm.de</w:t>
                          </w:r>
                          <w:r w:rsidRPr="00F96BE8">
                            <w:rPr>
                              <w:rFonts w:cstheme="minorHAnsi"/>
                              <w:sz w:val="18"/>
                              <w:szCs w:val="18"/>
                              <w:lang w:val="en-US"/>
                            </w:rPr>
                            <w:br/>
                          </w:r>
                          <w:r w:rsidRPr="00294134">
                            <w:rPr>
                              <w:rFonts w:cstheme="minorHAnsi"/>
                              <w:b/>
                              <w:bCs/>
                              <w:sz w:val="18"/>
                              <w:szCs w:val="18"/>
                              <w:lang w:val="en-US"/>
                            </w:rPr>
                            <w:t>www.imc-tm.de</w:t>
                          </w:r>
                        </w:p>
                        <w:p w14:paraId="0F1CDBEF" w14:textId="77777777" w:rsidR="00F96BE8" w:rsidRPr="00F96BE8" w:rsidRDefault="00F96BE8" w:rsidP="00F96BE8">
                          <w:pPr>
                            <w:jc w:val="right"/>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BDE9B4" id="_x0000_t202" coordsize="21600,21600" o:spt="202" path="m,l,21600r21600,l21600,xe">
              <v:stroke joinstyle="miter"/>
              <v:path gradientshapeok="t" o:connecttype="rect"/>
            </v:shapetype>
            <v:shape id="Textfeld 1" o:spid="_x0000_s1027" type="#_x0000_t202" style="position:absolute;margin-left:286.1pt;margin-top:-24.95pt;width:206.25pt;height:9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" filled="f" stroked="f" strokeweight=".5pt">
              <v:textbox>
                <w:txbxContent>
                  <w:p w14:paraId="7123FE7C" w14:textId="77777777" w:rsidR="00F96BE8" w:rsidRDefault="00F96BE8" w:rsidP="00F96BE8">
                    <w:pPr>
                      <w:suppressOverlap/>
                      <w:jc w:val="right"/>
                      <w:rPr>
                        <w:rFonts w:cstheme="minorHAnsi"/>
                        <w:sz w:val="14"/>
                        <w:szCs w:val="14"/>
                      </w:rPr>
                    </w:pPr>
                    <w:r w:rsidRPr="00F96BE8">
                      <w:rPr>
                        <w:rFonts w:cstheme="minorHAnsi"/>
                        <w:b/>
                        <w:sz w:val="18"/>
                        <w:szCs w:val="18"/>
                        <w:lang w:val="en-US"/>
                      </w:rPr>
                      <w:t>imc Test &amp; Measurement GmbH</w:t>
                    </w:r>
                    <w:r w:rsidRPr="00F96BE8">
                      <w:rPr>
                        <w:rFonts w:cstheme="minorHAnsi"/>
                        <w:b/>
                        <w:sz w:val="18"/>
                        <w:szCs w:val="18"/>
                        <w:lang w:val="en-US"/>
                      </w:rPr>
                      <w:br/>
                    </w:r>
                    <w:proofErr w:type="spellStart"/>
                    <w:r w:rsidRPr="00F96BE8">
                      <w:rPr>
                        <w:rFonts w:cstheme="minorHAnsi"/>
                        <w:sz w:val="18"/>
                        <w:szCs w:val="18"/>
                        <w:lang w:val="en-US"/>
                      </w:rPr>
                      <w:t>Voltastraße</w:t>
                    </w:r>
                    <w:proofErr w:type="spellEnd"/>
                    <w:r w:rsidRPr="00F96BE8">
                      <w:rPr>
                        <w:rFonts w:cstheme="minorHAnsi"/>
                        <w:sz w:val="18"/>
                        <w:szCs w:val="18"/>
                        <w:lang w:val="en-US"/>
                      </w:rPr>
                      <w:t xml:space="preserve"> 5</w:t>
                    </w:r>
                    <w:r w:rsidRPr="00F96BE8">
                      <w:rPr>
                        <w:rFonts w:cstheme="minorHAnsi"/>
                        <w:sz w:val="18"/>
                        <w:szCs w:val="18"/>
                      </w:rPr>
                      <w:br/>
                      <w:t>D-13355 Berlin</w:t>
                    </w:r>
                  </w:p>
                  <w:p w14:paraId="0CE6D8EE" w14:textId="77777777" w:rsidR="00F96BE8" w:rsidRPr="00F96BE8" w:rsidRDefault="00F96BE8" w:rsidP="00F96BE8">
                    <w:pPr>
                      <w:suppressOverlap/>
                      <w:jc w:val="right"/>
                      <w:rPr>
                        <w:rFonts w:cstheme="minorHAnsi"/>
                        <w:sz w:val="18"/>
                        <w:szCs w:val="18"/>
                        <w:lang w:val="en-US"/>
                      </w:rPr>
                    </w:pPr>
                    <w:r w:rsidRPr="00F96BE8">
                      <w:rPr>
                        <w:rFonts w:cstheme="minorHAnsi"/>
                        <w:sz w:val="12"/>
                        <w:szCs w:val="12"/>
                        <w:lang w:val="en-US"/>
                      </w:rPr>
                      <w:br/>
                    </w:r>
                    <w:r w:rsidRPr="00F96BE8">
                      <w:rPr>
                        <w:rFonts w:cstheme="minorHAnsi"/>
                        <w:sz w:val="18"/>
                        <w:szCs w:val="18"/>
                        <w:lang w:val="en-US"/>
                      </w:rPr>
                      <w:t>Tel.: +49 (0)30 467 090 - 0</w:t>
                    </w:r>
                    <w:r w:rsidRPr="00F96BE8">
                      <w:rPr>
                        <w:rFonts w:cstheme="minorHAnsi"/>
                        <w:sz w:val="18"/>
                        <w:szCs w:val="18"/>
                        <w:lang w:val="en-US"/>
                      </w:rPr>
                      <w:br/>
                      <w:t>Fax: +49 (0)30 463 15 76</w:t>
                    </w:r>
                    <w:r w:rsidRPr="00F96BE8">
                      <w:rPr>
                        <w:rFonts w:cstheme="minorHAnsi"/>
                        <w:sz w:val="18"/>
                        <w:szCs w:val="18"/>
                        <w:lang w:val="en-US"/>
                      </w:rPr>
                      <w:br/>
                    </w:r>
                    <w:r w:rsidRPr="00F96BE8">
                      <w:rPr>
                        <w:rFonts w:cstheme="minorHAnsi"/>
                        <w:sz w:val="12"/>
                        <w:szCs w:val="12"/>
                        <w:lang w:val="en-US"/>
                      </w:rPr>
                      <w:br/>
                    </w:r>
                    <w:r w:rsidRPr="00F96BE8">
                      <w:rPr>
                        <w:rFonts w:cstheme="minorHAnsi"/>
                        <w:sz w:val="18"/>
                        <w:szCs w:val="18"/>
                        <w:lang w:val="en-US"/>
                      </w:rPr>
                      <w:t>info@imc-tm.de</w:t>
                    </w:r>
                    <w:r w:rsidRPr="00F96BE8">
                      <w:rPr>
                        <w:rFonts w:cstheme="minorHAnsi"/>
                        <w:sz w:val="18"/>
                        <w:szCs w:val="18"/>
                        <w:lang w:val="en-US"/>
                      </w:rPr>
                      <w:br/>
                    </w:r>
                    <w:r w:rsidRPr="00294134">
                      <w:rPr>
                        <w:rFonts w:cstheme="minorHAnsi"/>
                        <w:b/>
                        <w:bCs/>
                        <w:sz w:val="18"/>
                        <w:szCs w:val="18"/>
                        <w:lang w:val="en-US"/>
                      </w:rPr>
                      <w:t>www.imc-tm.de</w:t>
                    </w:r>
                  </w:p>
                  <w:p w14:paraId="0F1CDBEF" w14:textId="77777777" w:rsidR="00F96BE8" w:rsidRPr="00F96BE8" w:rsidRDefault="00F96BE8" w:rsidP="00F96BE8">
                    <w:pPr>
                      <w:jc w:val="right"/>
                      <w:rPr>
                        <w:lang w:val="en-US"/>
                      </w:rPr>
                    </w:pPr>
                  </w:p>
                </w:txbxContent>
              </v:textbox>
            </v:shape>
          </w:pict>
        </mc:Fallback>
      </mc:AlternateContent>
    </w:r>
    <w:r>
      <w:rPr>
        <w:noProof/>
      </w:rPr>
      <w:drawing>
        <wp:anchor distT="0" distB="0" distL="114300" distR="114300" simplePos="0" relativeHeight="251658240" behindDoc="1" locked="0" layoutInCell="1" allowOverlap="1" wp14:anchorId="672BE1B2" wp14:editId="197E45C1">
          <wp:simplePos x="0" y="0"/>
          <wp:positionH relativeFrom="column">
            <wp:posOffset>-890905</wp:posOffset>
          </wp:positionH>
          <wp:positionV relativeFrom="paragraph">
            <wp:posOffset>-440690</wp:posOffset>
          </wp:positionV>
          <wp:extent cx="7559675" cy="1480820"/>
          <wp:effectExtent l="0" t="0" r="3175" b="5080"/>
          <wp:wrapNone/>
          <wp:docPr id="272" name="Grafik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stretch>
                    <a:fillRect/>
                  </a:stretch>
                </pic:blipFill>
                <pic:spPr>
                  <a:xfrm>
                    <a:off x="0" y="0"/>
                    <a:ext cx="7559675" cy="14808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0176BB"/>
    <w:multiLevelType w:val="hybridMultilevel"/>
    <w:tmpl w:val="7D1E87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3021495"/>
    <w:multiLevelType w:val="hybridMultilevel"/>
    <w:tmpl w:val="979CCD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5E605B1"/>
    <w:multiLevelType w:val="hybridMultilevel"/>
    <w:tmpl w:val="2F7AE1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AB27132"/>
    <w:multiLevelType w:val="hybridMultilevel"/>
    <w:tmpl w:val="B9E054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65267538">
    <w:abstractNumId w:val="2"/>
  </w:num>
  <w:num w:numId="2" w16cid:durableId="979967205">
    <w:abstractNumId w:val="1"/>
  </w:num>
  <w:num w:numId="3" w16cid:durableId="281619060">
    <w:abstractNumId w:val="3"/>
  </w:num>
  <w:num w:numId="4" w16cid:durableId="6994725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mailMerge>
    <w:mainDocumentType w:val="mailingLabels"/>
    <w:dataType w:val="textFile"/>
    <w:destination w:val="fax"/>
    <w:activeRecord w:val="-1"/>
    <w:odso/>
  </w:mailMerge>
  <w:revisionView w:markup="0"/>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B71"/>
    <w:rsid w:val="000362B6"/>
    <w:rsid w:val="0004423E"/>
    <w:rsid w:val="0005489E"/>
    <w:rsid w:val="00055BDB"/>
    <w:rsid w:val="0005712F"/>
    <w:rsid w:val="000812CC"/>
    <w:rsid w:val="000C58BA"/>
    <w:rsid w:val="00130FEF"/>
    <w:rsid w:val="00137A33"/>
    <w:rsid w:val="001A5F74"/>
    <w:rsid w:val="002276CE"/>
    <w:rsid w:val="00253529"/>
    <w:rsid w:val="002634DC"/>
    <w:rsid w:val="00294134"/>
    <w:rsid w:val="002B6481"/>
    <w:rsid w:val="003B4EAD"/>
    <w:rsid w:val="003E5CE8"/>
    <w:rsid w:val="00485092"/>
    <w:rsid w:val="004B02D6"/>
    <w:rsid w:val="004E7265"/>
    <w:rsid w:val="00510AFC"/>
    <w:rsid w:val="00523F57"/>
    <w:rsid w:val="00697459"/>
    <w:rsid w:val="006D1DA9"/>
    <w:rsid w:val="006D3415"/>
    <w:rsid w:val="006D6E55"/>
    <w:rsid w:val="00745BFA"/>
    <w:rsid w:val="00762913"/>
    <w:rsid w:val="007C6791"/>
    <w:rsid w:val="0082786D"/>
    <w:rsid w:val="008A5530"/>
    <w:rsid w:val="008D0F5F"/>
    <w:rsid w:val="009F7B29"/>
    <w:rsid w:val="00A93B2C"/>
    <w:rsid w:val="00AC7B71"/>
    <w:rsid w:val="00AE2C36"/>
    <w:rsid w:val="00AE4C8E"/>
    <w:rsid w:val="00AE69B6"/>
    <w:rsid w:val="00B82E14"/>
    <w:rsid w:val="00B874C0"/>
    <w:rsid w:val="00C31A83"/>
    <w:rsid w:val="00C655F4"/>
    <w:rsid w:val="00C6592A"/>
    <w:rsid w:val="00C841DC"/>
    <w:rsid w:val="00C85DD8"/>
    <w:rsid w:val="00CB1AAE"/>
    <w:rsid w:val="00CF7297"/>
    <w:rsid w:val="00D929E4"/>
    <w:rsid w:val="00E0163D"/>
    <w:rsid w:val="00E209C1"/>
    <w:rsid w:val="00E351F0"/>
    <w:rsid w:val="00E46EE6"/>
    <w:rsid w:val="00E72872"/>
    <w:rsid w:val="00EA427A"/>
    <w:rsid w:val="00EB1935"/>
    <w:rsid w:val="00EB2397"/>
    <w:rsid w:val="00EB5DD1"/>
    <w:rsid w:val="00EC1D54"/>
    <w:rsid w:val="00F133C3"/>
    <w:rsid w:val="00F1788C"/>
    <w:rsid w:val="00F602C2"/>
    <w:rsid w:val="00F96BE8"/>
    <w:rsid w:val="00FB046C"/>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935D527"/>
  <w15:chartTrackingRefBased/>
  <w15:docId w15:val="{1EB55A27-F0D6-49CA-AA12-79ACF5C1C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B02D6"/>
    <w:pPr>
      <w:spacing w:after="160" w:line="259" w:lineRule="auto"/>
    </w:pPr>
    <w:rPr>
      <w:rFonts w:asciiTheme="minorHAnsi" w:eastAsiaTheme="minorHAnsi" w:hAnsiTheme="minorHAnsi" w:cstheme="minorBidi"/>
      <w:sz w:val="22"/>
      <w:szCs w:val="22"/>
      <w:lang w:eastAsia="en-US"/>
    </w:rPr>
  </w:style>
  <w:style w:type="paragraph" w:styleId="berschrift1">
    <w:name w:val="heading 1"/>
    <w:basedOn w:val="Standard"/>
    <w:next w:val="Standard"/>
    <w:link w:val="berschrift1Zchn"/>
    <w:uiPriority w:val="9"/>
    <w:qFormat/>
    <w:rsid w:val="004B02D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4B02D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F3F94"/>
    <w:pPr>
      <w:tabs>
        <w:tab w:val="center" w:pos="4536"/>
        <w:tab w:val="right" w:pos="9072"/>
      </w:tabs>
      <w:spacing w:after="0" w:line="240" w:lineRule="auto"/>
    </w:pPr>
    <w:rPr>
      <w:rFonts w:ascii="Cambria" w:eastAsia="Cambria" w:hAnsi="Cambria" w:cs="Times New Roman"/>
      <w:sz w:val="24"/>
      <w:szCs w:val="24"/>
      <w:lang w:val="x-none"/>
    </w:rPr>
  </w:style>
  <w:style w:type="character" w:customStyle="1" w:styleId="KopfzeileZchn">
    <w:name w:val="Kopfzeile Zchn"/>
    <w:link w:val="Kopfzeile"/>
    <w:uiPriority w:val="99"/>
    <w:rsid w:val="009F3F94"/>
    <w:rPr>
      <w:sz w:val="24"/>
      <w:szCs w:val="24"/>
      <w:lang w:eastAsia="en-US"/>
    </w:rPr>
  </w:style>
  <w:style w:type="paragraph" w:styleId="Fuzeile">
    <w:name w:val="footer"/>
    <w:basedOn w:val="Standard"/>
    <w:link w:val="FuzeileZchn"/>
    <w:uiPriority w:val="99"/>
    <w:unhideWhenUsed/>
    <w:rsid w:val="009F3F94"/>
    <w:pPr>
      <w:tabs>
        <w:tab w:val="center" w:pos="4536"/>
        <w:tab w:val="right" w:pos="9072"/>
      </w:tabs>
      <w:spacing w:after="0" w:line="240" w:lineRule="auto"/>
    </w:pPr>
    <w:rPr>
      <w:rFonts w:ascii="Cambria" w:eastAsia="Cambria" w:hAnsi="Cambria" w:cs="Times New Roman"/>
      <w:sz w:val="24"/>
      <w:szCs w:val="24"/>
      <w:lang w:val="x-none"/>
    </w:rPr>
  </w:style>
  <w:style w:type="character" w:customStyle="1" w:styleId="FuzeileZchn">
    <w:name w:val="Fußzeile Zchn"/>
    <w:link w:val="Fuzeile"/>
    <w:uiPriority w:val="99"/>
    <w:rsid w:val="009F3F94"/>
    <w:rPr>
      <w:sz w:val="24"/>
      <w:szCs w:val="24"/>
      <w:lang w:eastAsia="en-US"/>
    </w:rPr>
  </w:style>
  <w:style w:type="character" w:styleId="Seitenzahl">
    <w:name w:val="page number"/>
    <w:basedOn w:val="Absatz-Standardschriftart"/>
    <w:uiPriority w:val="99"/>
    <w:semiHidden/>
    <w:unhideWhenUsed/>
    <w:rsid w:val="005063F9"/>
  </w:style>
  <w:style w:type="paragraph" w:styleId="Anrede">
    <w:name w:val="Salutation"/>
    <w:basedOn w:val="Standard"/>
    <w:next w:val="Standard"/>
    <w:link w:val="AnredeZchn"/>
    <w:uiPriority w:val="99"/>
    <w:unhideWhenUsed/>
    <w:rsid w:val="004A4671"/>
    <w:pPr>
      <w:spacing w:after="0" w:line="240" w:lineRule="auto"/>
    </w:pPr>
    <w:rPr>
      <w:rFonts w:ascii="Cambria" w:eastAsia="Cambria" w:hAnsi="Cambria" w:cs="Times New Roman"/>
      <w:szCs w:val="24"/>
      <w:lang w:val="x-none"/>
    </w:rPr>
  </w:style>
  <w:style w:type="character" w:customStyle="1" w:styleId="AnredeZchn">
    <w:name w:val="Anrede Zchn"/>
    <w:link w:val="Anrede"/>
    <w:uiPriority w:val="99"/>
    <w:rsid w:val="004A4671"/>
    <w:rPr>
      <w:sz w:val="22"/>
      <w:szCs w:val="24"/>
      <w:lang w:eastAsia="en-US"/>
    </w:rPr>
  </w:style>
  <w:style w:type="character" w:styleId="Platzhaltertext">
    <w:name w:val="Placeholder Text"/>
    <w:basedOn w:val="Absatz-Standardschriftart"/>
    <w:uiPriority w:val="99"/>
    <w:unhideWhenUsed/>
    <w:rsid w:val="000362B6"/>
    <w:rPr>
      <w:color w:val="808080"/>
    </w:rPr>
  </w:style>
  <w:style w:type="table" w:styleId="Tabellenraster">
    <w:name w:val="Table Grid"/>
    <w:basedOn w:val="NormaleTabelle"/>
    <w:uiPriority w:val="59"/>
    <w:rsid w:val="004E72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4B02D6"/>
    <w:rPr>
      <w:rFonts w:asciiTheme="majorHAnsi" w:eastAsiaTheme="majorEastAsia" w:hAnsiTheme="majorHAnsi" w:cstheme="majorBidi"/>
      <w:color w:val="2F5496" w:themeColor="accent1" w:themeShade="BF"/>
      <w:sz w:val="32"/>
      <w:szCs w:val="32"/>
      <w:lang w:eastAsia="en-US"/>
    </w:rPr>
  </w:style>
  <w:style w:type="character" w:customStyle="1" w:styleId="berschrift2Zchn">
    <w:name w:val="Überschrift 2 Zchn"/>
    <w:basedOn w:val="Absatz-Standardschriftart"/>
    <w:link w:val="berschrift2"/>
    <w:uiPriority w:val="9"/>
    <w:rsid w:val="004B02D6"/>
    <w:rPr>
      <w:rFonts w:asciiTheme="majorHAnsi" w:eastAsiaTheme="majorEastAsia" w:hAnsiTheme="majorHAnsi" w:cstheme="majorBidi"/>
      <w:color w:val="2F5496" w:themeColor="accent1" w:themeShade="BF"/>
      <w:sz w:val="26"/>
      <w:szCs w:val="26"/>
      <w:lang w:eastAsia="en-US"/>
    </w:rPr>
  </w:style>
  <w:style w:type="character" w:styleId="Hyperlink">
    <w:name w:val="Hyperlink"/>
    <w:basedOn w:val="Absatz-Standardschriftart"/>
    <w:uiPriority w:val="99"/>
    <w:unhideWhenUsed/>
    <w:rsid w:val="004B02D6"/>
    <w:rPr>
      <w:color w:val="0000FF"/>
      <w:u w:val="single"/>
    </w:rPr>
  </w:style>
  <w:style w:type="character" w:styleId="Fett">
    <w:name w:val="Strong"/>
    <w:basedOn w:val="Absatz-Standardschriftart"/>
    <w:uiPriority w:val="22"/>
    <w:qFormat/>
    <w:rsid w:val="004B02D6"/>
    <w:rPr>
      <w:b/>
      <w:bCs/>
    </w:rPr>
  </w:style>
  <w:style w:type="paragraph" w:styleId="Listenabsatz">
    <w:name w:val="List Paragraph"/>
    <w:basedOn w:val="Standard"/>
    <w:uiPriority w:val="72"/>
    <w:qFormat/>
    <w:rsid w:val="00137A33"/>
    <w:pPr>
      <w:ind w:left="720"/>
      <w:contextualSpacing/>
    </w:pPr>
  </w:style>
  <w:style w:type="character" w:styleId="NichtaufgelsteErwhnung">
    <w:name w:val="Unresolved Mention"/>
    <w:basedOn w:val="Absatz-Standardschriftart"/>
    <w:uiPriority w:val="99"/>
    <w:semiHidden/>
    <w:unhideWhenUsed/>
    <w:rsid w:val="00A93B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537379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I:\Marketing\_Alle_imc\03_Briefvorlage\Briefvorlage_imc_2022.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ca89a8b-e465-42c3-a73b-9abdcaa9ddbf">
      <Terms xmlns="http://schemas.microsoft.com/office/infopath/2007/PartnerControls"/>
    </lcf76f155ced4ddcb4097134ff3c332f>
    <TaxCatchAll xmlns="aad50d78-ba14-4901-9df5-4e4efcf9b36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CF35F6971C6A4E877B1F06FE28CE52" ma:contentTypeVersion="14" ma:contentTypeDescription="Ein neues Dokument erstellen." ma:contentTypeScope="" ma:versionID="65a39b069f642b4f677993b055976154">
  <xsd:schema xmlns:xsd="http://www.w3.org/2001/XMLSchema" xmlns:xs="http://www.w3.org/2001/XMLSchema" xmlns:p="http://schemas.microsoft.com/office/2006/metadata/properties" xmlns:ns2="3ca89a8b-e465-42c3-a73b-9abdcaa9ddbf" xmlns:ns3="aad50d78-ba14-4901-9df5-4e4efcf9b36e" targetNamespace="http://schemas.microsoft.com/office/2006/metadata/properties" ma:root="true" ma:fieldsID="82ef3d9d015e02e3efb985eaf2540600" ns2:_="" ns3:_="">
    <xsd:import namespace="3ca89a8b-e465-42c3-a73b-9abdcaa9ddbf"/>
    <xsd:import namespace="aad50d78-ba14-4901-9df5-4e4efcf9b36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a89a8b-e465-42c3-a73b-9abdcaa9dd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0cee5196-5bb3-4d1f-b704-f437cacd2fe1"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d50d78-ba14-4901-9df5-4e4efcf9b36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4ab3c6e-fc0c-47dc-8479-ff21cece9c8a}" ma:internalName="TaxCatchAll" ma:showField="CatchAllData" ma:web="aad50d78-ba14-4901-9df5-4e4efcf9b36e">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181114-9BA8-4030-B307-40EDBED9A30D}">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aad50d78-ba14-4901-9df5-4e4efcf9b36e"/>
    <ds:schemaRef ds:uri="http://purl.org/dc/terms/"/>
    <ds:schemaRef ds:uri="3ca89a8b-e465-42c3-a73b-9abdcaa9ddbf"/>
    <ds:schemaRef ds:uri="http://www.w3.org/XML/1998/namespace"/>
    <ds:schemaRef ds:uri="http://purl.org/dc/dcmitype/"/>
  </ds:schemaRefs>
</ds:datastoreItem>
</file>

<file path=customXml/itemProps2.xml><?xml version="1.0" encoding="utf-8"?>
<ds:datastoreItem xmlns:ds="http://schemas.openxmlformats.org/officeDocument/2006/customXml" ds:itemID="{81544A5C-45DA-4328-A7EC-3F80B489328F}">
  <ds:schemaRefs>
    <ds:schemaRef ds:uri="http://schemas.microsoft.com/sharepoint/v3/contenttype/forms"/>
  </ds:schemaRefs>
</ds:datastoreItem>
</file>

<file path=customXml/itemProps3.xml><?xml version="1.0" encoding="utf-8"?>
<ds:datastoreItem xmlns:ds="http://schemas.openxmlformats.org/officeDocument/2006/customXml" ds:itemID="{7641FF85-51CF-431F-9DBE-60DBE67DDC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a89a8b-e465-42c3-a73b-9abdcaa9ddbf"/>
    <ds:schemaRef ds:uri="aad50d78-ba14-4901-9df5-4e4efcf9b3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Briefvorlage_imc_2022</Template>
  <TotalTime>0</TotalTime>
  <Pages>3</Pages>
  <Words>773</Words>
  <Characters>5607</Characters>
  <Application>Microsoft Office Word</Application>
  <DocSecurity>0</DocSecurity>
  <Lines>92</Lines>
  <Paragraphs>31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6363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Nils Becker</dc:creator>
  <cp:keywords/>
  <cp:lastModifiedBy>Caroline Gabbert</cp:lastModifiedBy>
  <cp:revision>18</cp:revision>
  <cp:lastPrinted>2025-10-01T09:51:00Z</cp:lastPrinted>
  <dcterms:created xsi:type="dcterms:W3CDTF">2022-06-22T15:49:00Z</dcterms:created>
  <dcterms:modified xsi:type="dcterms:W3CDTF">2025-10-01T09:51:00Z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c3b6952a166ac2e5d783046a6f01c0cacf3b1921edb5ce203d810669ebe91e9a</vt:lpwstr>
  </property>
  <property fmtid="{D5CDD505-2E9C-101B-9397-08002B2CF9AE}" pid="3" name="ContentTypeId">
    <vt:lpwstr>0x010100C1CF35F6971C6A4E877B1F06FE28CE52</vt:lpwstr>
  </property>
  <property fmtid="{D5CDD505-2E9C-101B-9397-08002B2CF9AE}" pid="4" name="MediaServiceImageTags">
    <vt:lpwstr/>
  </property>
</Properties>
</file>